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16"/>
        <w:gridCol w:w="3662"/>
        <w:gridCol w:w="2683"/>
      </w:tblGrid>
      <w:tr w:rsidR="009F6981" w:rsidTr="009F6981">
        <w:tc>
          <w:tcPr>
            <w:tcW w:w="3190" w:type="dxa"/>
          </w:tcPr>
          <w:p w:rsidR="009F6981" w:rsidRPr="009F6981" w:rsidRDefault="00E5566B" w:rsidP="009F6981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:rsidR="009F6981" w:rsidRPr="009F6981" w:rsidRDefault="003823C6" w:rsidP="009F6981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981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 w:rsidR="009F6981" w:rsidRPr="009F6981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</w:p>
          <w:p w:rsidR="009F6981" w:rsidRPr="009F6981" w:rsidRDefault="009F6981" w:rsidP="009F6981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981">
              <w:rPr>
                <w:rFonts w:ascii="Times New Roman" w:hAnsi="Times New Roman" w:cs="Times New Roman"/>
                <w:sz w:val="28"/>
                <w:szCs w:val="28"/>
              </w:rPr>
              <w:t>«Трусово»</w:t>
            </w:r>
          </w:p>
          <w:p w:rsidR="009F6981" w:rsidRPr="009F6981" w:rsidRDefault="009F6981" w:rsidP="009F6981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1" w:rsidRPr="009F6981" w:rsidRDefault="009F69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F6981" w:rsidRDefault="009F6981" w:rsidP="009F69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98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847725" cy="9144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981" w:rsidRDefault="009F6981" w:rsidP="009F69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1" w:rsidRPr="009F6981" w:rsidRDefault="009F6981" w:rsidP="009F69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F6981" w:rsidRPr="009F6981" w:rsidRDefault="009F6981" w:rsidP="009F6981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981">
              <w:rPr>
                <w:rFonts w:ascii="Times New Roman" w:hAnsi="Times New Roman" w:cs="Times New Roman"/>
                <w:sz w:val="28"/>
                <w:szCs w:val="28"/>
              </w:rPr>
              <w:t>«Трусов»</w:t>
            </w:r>
          </w:p>
          <w:p w:rsidR="009F6981" w:rsidRPr="009F6981" w:rsidRDefault="009F6981" w:rsidP="009F69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9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9F6981">
              <w:rPr>
                <w:rFonts w:ascii="Times New Roman" w:hAnsi="Times New Roman" w:cs="Times New Roman"/>
                <w:sz w:val="28"/>
                <w:szCs w:val="28"/>
              </w:rPr>
              <w:t xml:space="preserve">икт </w:t>
            </w:r>
            <w:proofErr w:type="spellStart"/>
            <w:r w:rsidRPr="009F6981">
              <w:rPr>
                <w:rFonts w:ascii="Times New Roman" w:hAnsi="Times New Roman" w:cs="Times New Roman"/>
                <w:sz w:val="28"/>
                <w:szCs w:val="28"/>
              </w:rPr>
              <w:t>овмöдчöминса</w:t>
            </w:r>
            <w:proofErr w:type="spellEnd"/>
          </w:p>
          <w:p w:rsidR="009F6981" w:rsidRPr="009F6981" w:rsidRDefault="00E5566B" w:rsidP="009F69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:rsidR="009F6981" w:rsidRPr="009F6981" w:rsidRDefault="009F69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981" w:rsidTr="009F6981">
        <w:tc>
          <w:tcPr>
            <w:tcW w:w="3190" w:type="dxa"/>
          </w:tcPr>
          <w:p w:rsidR="009F6981" w:rsidRPr="009F6981" w:rsidRDefault="009F69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F6981" w:rsidRPr="009F6981" w:rsidRDefault="00BC273F" w:rsidP="009F6981">
            <w:pPr>
              <w:pStyle w:val="1"/>
              <w:outlineLvl w:val="0"/>
              <w:rPr>
                <w:b/>
                <w:spacing w:val="60"/>
                <w:sz w:val="28"/>
                <w:szCs w:val="28"/>
              </w:rPr>
            </w:pPr>
            <w:r w:rsidRPr="00E800F6">
              <w:rPr>
                <w:b/>
                <w:spacing w:val="60"/>
                <w:sz w:val="28"/>
              </w:rPr>
              <w:t>ПОСТАНОВЛЕНИЕ</w:t>
            </w:r>
          </w:p>
        </w:tc>
        <w:tc>
          <w:tcPr>
            <w:tcW w:w="3191" w:type="dxa"/>
          </w:tcPr>
          <w:p w:rsidR="009F6981" w:rsidRPr="009F6981" w:rsidRDefault="009F69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981" w:rsidTr="009F6981">
        <w:tc>
          <w:tcPr>
            <w:tcW w:w="3190" w:type="dxa"/>
          </w:tcPr>
          <w:p w:rsidR="009F6981" w:rsidRPr="009F6981" w:rsidRDefault="009F69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F6981" w:rsidRPr="009F6981" w:rsidRDefault="009F69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F6981" w:rsidRPr="009F6981" w:rsidRDefault="009F69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981" w:rsidTr="009F6981">
        <w:tc>
          <w:tcPr>
            <w:tcW w:w="3190" w:type="dxa"/>
          </w:tcPr>
          <w:p w:rsidR="009F6981" w:rsidRPr="009F6981" w:rsidRDefault="009F69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F6981" w:rsidRPr="00BC273F" w:rsidRDefault="00BC273F" w:rsidP="009F69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273F">
              <w:rPr>
                <w:rFonts w:ascii="Times New Roman" w:eastAsia="Times New Roman" w:hAnsi="Times New Roman" w:cs="Times New Roman"/>
                <w:spacing w:val="60"/>
                <w:sz w:val="28"/>
                <w:szCs w:val="28"/>
              </w:rPr>
              <w:t>ШУÖМ</w:t>
            </w:r>
            <w:proofErr w:type="gramEnd"/>
          </w:p>
        </w:tc>
        <w:tc>
          <w:tcPr>
            <w:tcW w:w="3191" w:type="dxa"/>
          </w:tcPr>
          <w:p w:rsidR="009F6981" w:rsidRPr="009F6981" w:rsidRDefault="009F6981" w:rsidP="00555B9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2822" w:rsidRPr="00E5566B" w:rsidRDefault="007C2822" w:rsidP="00E5566B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3"/>
        <w:gridCol w:w="707"/>
        <w:gridCol w:w="1155"/>
        <w:gridCol w:w="776"/>
        <w:gridCol w:w="784"/>
        <w:gridCol w:w="3950"/>
        <w:gridCol w:w="1134"/>
      </w:tblGrid>
      <w:tr w:rsidR="009F6981" w:rsidRPr="009F6981" w:rsidTr="00047223">
        <w:tc>
          <w:tcPr>
            <w:tcW w:w="533" w:type="dxa"/>
          </w:tcPr>
          <w:p w:rsidR="009F6981" w:rsidRPr="009F6981" w:rsidRDefault="009F6981" w:rsidP="000D5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98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707" w:type="dxa"/>
          </w:tcPr>
          <w:p w:rsidR="009F6981" w:rsidRPr="009F6981" w:rsidRDefault="00C76026" w:rsidP="00147F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155" w:type="dxa"/>
          </w:tcPr>
          <w:p w:rsidR="009F6981" w:rsidRPr="009F6981" w:rsidRDefault="00C76026" w:rsidP="00555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июля</w:t>
            </w:r>
          </w:p>
        </w:tc>
        <w:tc>
          <w:tcPr>
            <w:tcW w:w="776" w:type="dxa"/>
          </w:tcPr>
          <w:p w:rsidR="009F6981" w:rsidRPr="009F6981" w:rsidRDefault="009F6981" w:rsidP="00555B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98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DB36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84" w:type="dxa"/>
          </w:tcPr>
          <w:p w:rsidR="009F6981" w:rsidRPr="009F6981" w:rsidRDefault="009F6981" w:rsidP="000D5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981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3950" w:type="dxa"/>
          </w:tcPr>
          <w:p w:rsidR="009F6981" w:rsidRPr="009F6981" w:rsidRDefault="009F6981" w:rsidP="009F69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9F69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</w:tcPr>
          <w:p w:rsidR="009F6981" w:rsidRPr="009F6981" w:rsidRDefault="00C76026" w:rsidP="00A173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41а</w:t>
            </w:r>
          </w:p>
        </w:tc>
      </w:tr>
    </w:tbl>
    <w:p w:rsidR="009F6981" w:rsidRDefault="009F6981" w:rsidP="009F6981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9F6981">
        <w:rPr>
          <w:rFonts w:ascii="Times New Roman" w:hAnsi="Times New Roman" w:cs="Times New Roman"/>
          <w:sz w:val="28"/>
          <w:szCs w:val="28"/>
          <w:vertAlign w:val="superscript"/>
        </w:rPr>
        <w:t xml:space="preserve">с. Трусово </w:t>
      </w:r>
      <w:proofErr w:type="spellStart"/>
      <w:r w:rsidRPr="009F6981">
        <w:rPr>
          <w:rFonts w:ascii="Times New Roman" w:hAnsi="Times New Roman" w:cs="Times New Roman"/>
          <w:sz w:val="28"/>
          <w:szCs w:val="28"/>
          <w:vertAlign w:val="superscript"/>
        </w:rPr>
        <w:t>Усть</w:t>
      </w:r>
      <w:proofErr w:type="spellEnd"/>
      <w:r w:rsidRPr="009F6981">
        <w:rPr>
          <w:rFonts w:ascii="Times New Roman" w:hAnsi="Times New Roman" w:cs="Times New Roman"/>
          <w:sz w:val="28"/>
          <w:szCs w:val="28"/>
          <w:vertAlign w:val="superscript"/>
        </w:rPr>
        <w:t xml:space="preserve"> – Цилемский р-н Республики Коми</w:t>
      </w:r>
    </w:p>
    <w:tbl>
      <w:tblPr>
        <w:tblStyle w:val="a3"/>
        <w:tblW w:w="0" w:type="auto"/>
        <w:tblLook w:val="04A0"/>
      </w:tblPr>
      <w:tblGrid>
        <w:gridCol w:w="4503"/>
      </w:tblGrid>
      <w:tr w:rsidR="0063601E" w:rsidRPr="00147FA8" w:rsidTr="003F23A4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63601E" w:rsidRPr="003F23A4" w:rsidRDefault="003F23A4" w:rsidP="001308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23A4">
              <w:rPr>
                <w:rFonts w:ascii="Times New Roman" w:hAnsi="Times New Roman"/>
                <w:sz w:val="28"/>
                <w:szCs w:val="28"/>
              </w:rPr>
              <w:t>Об утверждении отчета об исполнении бюджета муниципального образования сельского поселения «Трусово» за 6 месяцев 2014 года</w:t>
            </w:r>
          </w:p>
        </w:tc>
      </w:tr>
    </w:tbl>
    <w:p w:rsidR="009F6981" w:rsidRPr="00147FA8" w:rsidRDefault="009F6981" w:rsidP="009F6981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DB3642" w:rsidRPr="00802374" w:rsidRDefault="00147FA8" w:rsidP="00DB3642">
      <w:pPr>
        <w:pStyle w:val="a6"/>
        <w:jc w:val="both"/>
        <w:rPr>
          <w:sz w:val="28"/>
          <w:szCs w:val="28"/>
        </w:rPr>
      </w:pPr>
      <w:r w:rsidRPr="00147FA8">
        <w:rPr>
          <w:sz w:val="28"/>
          <w:szCs w:val="28"/>
        </w:rPr>
        <w:t xml:space="preserve">           </w:t>
      </w:r>
      <w:r w:rsidR="00130835">
        <w:rPr>
          <w:sz w:val="28"/>
          <w:szCs w:val="28"/>
        </w:rPr>
        <w:t xml:space="preserve">  На основании </w:t>
      </w:r>
      <w:r w:rsidR="00DB3642">
        <w:rPr>
          <w:sz w:val="28"/>
          <w:szCs w:val="28"/>
        </w:rPr>
        <w:t xml:space="preserve"> </w:t>
      </w:r>
      <w:r w:rsidR="00C76026">
        <w:rPr>
          <w:sz w:val="28"/>
          <w:szCs w:val="28"/>
        </w:rPr>
        <w:t>пункта 5 статьи 264.2. Бюджетного кодекса Российской Федерации от 31.07.1996</w:t>
      </w:r>
      <w:r w:rsidR="00CF4130">
        <w:rPr>
          <w:sz w:val="28"/>
          <w:szCs w:val="28"/>
        </w:rPr>
        <w:t xml:space="preserve"> </w:t>
      </w:r>
      <w:r w:rsidR="00C76026">
        <w:rPr>
          <w:sz w:val="28"/>
          <w:szCs w:val="28"/>
        </w:rPr>
        <w:t>года № 145</w:t>
      </w:r>
    </w:p>
    <w:p w:rsidR="00147FA8" w:rsidRPr="00147FA8" w:rsidRDefault="00147FA8" w:rsidP="00147F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7FA8" w:rsidRPr="003F23A4" w:rsidRDefault="00147FA8" w:rsidP="003F23A4">
      <w:pPr>
        <w:ind w:right="-568"/>
        <w:jc w:val="both"/>
        <w:rPr>
          <w:rFonts w:ascii="Times New Roman" w:hAnsi="Times New Roman" w:cs="Times New Roman"/>
          <w:sz w:val="28"/>
          <w:szCs w:val="28"/>
        </w:rPr>
      </w:pPr>
      <w:r w:rsidRPr="003F23A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F23A4" w:rsidRPr="003F23A4" w:rsidRDefault="003F23A4" w:rsidP="003F23A4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F23A4">
        <w:rPr>
          <w:sz w:val="28"/>
          <w:szCs w:val="28"/>
        </w:rPr>
        <w:t>1. Утвердить отчет об исполнении бюджета муниципального образования сельского поселения «Трусово» за  6 месяцев 2014 года по доходам в сумме 4450057,78 руб. и по расходам в сумме 4238890,44 руб. с превышением доходов над расходами (профицит) в сумме 211167,34  руб. и со следующими показателями:</w:t>
      </w:r>
    </w:p>
    <w:p w:rsidR="003F23A4" w:rsidRPr="003F23A4" w:rsidRDefault="003F23A4" w:rsidP="003F23A4">
      <w:pPr>
        <w:pStyle w:val="a6"/>
        <w:jc w:val="both"/>
        <w:rPr>
          <w:sz w:val="28"/>
          <w:szCs w:val="28"/>
        </w:rPr>
      </w:pPr>
      <w:r w:rsidRPr="003F23A4">
        <w:rPr>
          <w:sz w:val="28"/>
          <w:szCs w:val="28"/>
        </w:rPr>
        <w:tab/>
        <w:t>1) по доходам бюджета муниципального образования сельского поселения «Трусово» за 6 месяцев 2014 года по кодам классификации доходов согласно пр</w:t>
      </w:r>
      <w:r>
        <w:rPr>
          <w:sz w:val="28"/>
          <w:szCs w:val="28"/>
        </w:rPr>
        <w:t>иложению  1 к настоящему постановлению</w:t>
      </w:r>
      <w:r w:rsidRPr="003F23A4">
        <w:rPr>
          <w:sz w:val="28"/>
          <w:szCs w:val="28"/>
        </w:rPr>
        <w:t>;</w:t>
      </w:r>
    </w:p>
    <w:p w:rsidR="003F23A4" w:rsidRPr="003F23A4" w:rsidRDefault="003F23A4" w:rsidP="003F23A4">
      <w:pPr>
        <w:pStyle w:val="a6"/>
        <w:jc w:val="both"/>
        <w:rPr>
          <w:sz w:val="28"/>
          <w:szCs w:val="28"/>
        </w:rPr>
      </w:pPr>
      <w:r w:rsidRPr="003F23A4">
        <w:rPr>
          <w:sz w:val="28"/>
          <w:szCs w:val="28"/>
        </w:rPr>
        <w:tab/>
        <w:t xml:space="preserve">2) по доходам бюджета муниципального образования сельского поселения «Трусово» за 6 месяцев 2014 года по кодам вида доходов, подвидам дохода классификаций операций сектора государственного управления </w:t>
      </w:r>
      <w:proofErr w:type="gramStart"/>
      <w:r w:rsidRPr="003F23A4">
        <w:rPr>
          <w:sz w:val="28"/>
          <w:szCs w:val="28"/>
        </w:rPr>
        <w:t>относящихся</w:t>
      </w:r>
      <w:proofErr w:type="gramEnd"/>
      <w:r w:rsidRPr="003F23A4">
        <w:rPr>
          <w:sz w:val="28"/>
          <w:szCs w:val="28"/>
        </w:rPr>
        <w:t xml:space="preserve"> к доходам бюджета согласно пр</w:t>
      </w:r>
      <w:r>
        <w:rPr>
          <w:sz w:val="28"/>
          <w:szCs w:val="28"/>
        </w:rPr>
        <w:t>иложению  2 к настоящему  постановлению</w:t>
      </w:r>
      <w:r w:rsidRPr="003F23A4">
        <w:rPr>
          <w:sz w:val="28"/>
          <w:szCs w:val="28"/>
        </w:rPr>
        <w:t>;</w:t>
      </w:r>
    </w:p>
    <w:p w:rsidR="003F23A4" w:rsidRPr="003F23A4" w:rsidRDefault="003F23A4" w:rsidP="003F23A4">
      <w:pPr>
        <w:pStyle w:val="a6"/>
        <w:jc w:val="both"/>
        <w:rPr>
          <w:sz w:val="28"/>
          <w:szCs w:val="28"/>
        </w:rPr>
      </w:pPr>
      <w:r w:rsidRPr="003F23A4">
        <w:rPr>
          <w:sz w:val="28"/>
          <w:szCs w:val="28"/>
        </w:rPr>
        <w:t xml:space="preserve">            3)</w:t>
      </w:r>
      <w:r>
        <w:rPr>
          <w:sz w:val="28"/>
          <w:szCs w:val="28"/>
        </w:rPr>
        <w:t xml:space="preserve"> </w:t>
      </w:r>
      <w:r w:rsidRPr="003F23A4">
        <w:rPr>
          <w:sz w:val="28"/>
          <w:szCs w:val="28"/>
        </w:rPr>
        <w:t>по ведомственной структуре расходов бюджета муниципального образования сельского поселения «Трусово» за 6 месяцев 2014 года согласно при</w:t>
      </w:r>
      <w:r>
        <w:rPr>
          <w:sz w:val="28"/>
          <w:szCs w:val="28"/>
        </w:rPr>
        <w:t>ложению  3  к настоящему  постановлению</w:t>
      </w:r>
      <w:r w:rsidRPr="003F23A4">
        <w:rPr>
          <w:sz w:val="28"/>
          <w:szCs w:val="28"/>
        </w:rPr>
        <w:t>;</w:t>
      </w:r>
    </w:p>
    <w:p w:rsidR="003F23A4" w:rsidRPr="003F23A4" w:rsidRDefault="003F23A4" w:rsidP="003F23A4">
      <w:pPr>
        <w:pStyle w:val="a6"/>
        <w:jc w:val="both"/>
        <w:rPr>
          <w:sz w:val="28"/>
          <w:szCs w:val="28"/>
        </w:rPr>
      </w:pPr>
      <w:r w:rsidRPr="003F23A4">
        <w:rPr>
          <w:sz w:val="28"/>
          <w:szCs w:val="28"/>
        </w:rPr>
        <w:t xml:space="preserve">            4)</w:t>
      </w:r>
      <w:r>
        <w:rPr>
          <w:sz w:val="28"/>
          <w:szCs w:val="28"/>
        </w:rPr>
        <w:t xml:space="preserve"> </w:t>
      </w:r>
      <w:r w:rsidRPr="003F23A4">
        <w:rPr>
          <w:sz w:val="28"/>
          <w:szCs w:val="28"/>
        </w:rPr>
        <w:t xml:space="preserve">по распределению расходов бюджета муниципального образования сельского поселения «Трусово» за 6 месяцев 2014 года по </w:t>
      </w:r>
      <w:r w:rsidRPr="003F23A4">
        <w:rPr>
          <w:sz w:val="28"/>
          <w:szCs w:val="28"/>
        </w:rPr>
        <w:lastRenderedPageBreak/>
        <w:t>разделам и подразделам функциональной классификации расходов  бюджетов Российской Федерации согласно пр</w:t>
      </w:r>
      <w:r>
        <w:rPr>
          <w:sz w:val="28"/>
          <w:szCs w:val="28"/>
        </w:rPr>
        <w:t>иложению  4 к настоящему постановлению</w:t>
      </w:r>
      <w:r w:rsidRPr="003F23A4">
        <w:rPr>
          <w:sz w:val="28"/>
          <w:szCs w:val="28"/>
        </w:rPr>
        <w:t>;</w:t>
      </w:r>
    </w:p>
    <w:p w:rsidR="003F23A4" w:rsidRPr="003F23A4" w:rsidRDefault="003F23A4" w:rsidP="003F23A4">
      <w:pPr>
        <w:pStyle w:val="a6"/>
        <w:jc w:val="both"/>
        <w:rPr>
          <w:sz w:val="28"/>
          <w:szCs w:val="28"/>
        </w:rPr>
      </w:pPr>
      <w:r w:rsidRPr="003F23A4">
        <w:rPr>
          <w:sz w:val="28"/>
          <w:szCs w:val="28"/>
        </w:rPr>
        <w:tab/>
        <w:t>5) по источникам  финансирования дефицита бюджета муниципального образования сельского поселения «Трусово» за 6 месяцев 2014 года  согласно п</w:t>
      </w:r>
      <w:r>
        <w:rPr>
          <w:sz w:val="28"/>
          <w:szCs w:val="28"/>
        </w:rPr>
        <w:t>риложению 5 к настоящему постановлению</w:t>
      </w:r>
      <w:r w:rsidRPr="003F23A4">
        <w:rPr>
          <w:sz w:val="28"/>
          <w:szCs w:val="28"/>
        </w:rPr>
        <w:t>.</w:t>
      </w:r>
    </w:p>
    <w:p w:rsidR="003F23A4" w:rsidRPr="003F23A4" w:rsidRDefault="003F23A4" w:rsidP="003F23A4">
      <w:pPr>
        <w:pStyle w:val="a6"/>
        <w:jc w:val="both"/>
        <w:rPr>
          <w:sz w:val="28"/>
          <w:szCs w:val="28"/>
        </w:rPr>
      </w:pPr>
      <w:r w:rsidRPr="003F23A4">
        <w:rPr>
          <w:sz w:val="28"/>
          <w:szCs w:val="28"/>
        </w:rPr>
        <w:tab/>
        <w:t xml:space="preserve">6) по источникам  финансирования дефицита бюджета муниципального образования сельского поселения «Трусово» за 6 месяцев 2014 года по кодам групп, подгрупп, статей, видов </w:t>
      </w:r>
      <w:proofErr w:type="gramStart"/>
      <w:r w:rsidRPr="003F23A4">
        <w:rPr>
          <w:sz w:val="28"/>
          <w:szCs w:val="28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Pr="003F23A4">
        <w:rPr>
          <w:sz w:val="28"/>
          <w:szCs w:val="28"/>
        </w:rPr>
        <w:t xml:space="preserve"> управления, относящихся к источникам ф</w:t>
      </w:r>
      <w:r>
        <w:rPr>
          <w:sz w:val="28"/>
          <w:szCs w:val="28"/>
        </w:rPr>
        <w:t xml:space="preserve">инансирования дефицитов бюджета </w:t>
      </w:r>
      <w:r w:rsidRPr="003F23A4">
        <w:rPr>
          <w:sz w:val="28"/>
          <w:szCs w:val="28"/>
        </w:rPr>
        <w:t>согласно п</w:t>
      </w:r>
      <w:r>
        <w:rPr>
          <w:sz w:val="28"/>
          <w:szCs w:val="28"/>
        </w:rPr>
        <w:t>риложению 6 к настоящему  постановлению</w:t>
      </w:r>
      <w:r w:rsidRPr="003F23A4">
        <w:rPr>
          <w:sz w:val="28"/>
          <w:szCs w:val="28"/>
        </w:rPr>
        <w:t>.</w:t>
      </w:r>
    </w:p>
    <w:p w:rsidR="003F23A4" w:rsidRPr="003F23A4" w:rsidRDefault="003F23A4" w:rsidP="003F23A4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Настоящее постановление </w:t>
      </w:r>
      <w:r w:rsidRPr="003F23A4">
        <w:rPr>
          <w:sz w:val="28"/>
          <w:szCs w:val="28"/>
        </w:rPr>
        <w:t>вступает в силу со дня его официального обнародования и подлежит размещению на официальном сайте администрации сельского поселения «Трусово»  в сети «Интернет».</w:t>
      </w:r>
    </w:p>
    <w:p w:rsidR="003F23A4" w:rsidRPr="003F23A4" w:rsidRDefault="003F23A4" w:rsidP="003F23A4">
      <w:pPr>
        <w:pStyle w:val="a6"/>
        <w:jc w:val="both"/>
        <w:rPr>
          <w:sz w:val="28"/>
          <w:szCs w:val="28"/>
        </w:rPr>
      </w:pPr>
    </w:p>
    <w:p w:rsidR="003F23A4" w:rsidRPr="003F23A4" w:rsidRDefault="003F23A4" w:rsidP="003F23A4">
      <w:pPr>
        <w:pStyle w:val="a6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046"/>
        <w:gridCol w:w="4076"/>
        <w:gridCol w:w="1939"/>
      </w:tblGrid>
      <w:tr w:rsidR="003F23A4" w:rsidRPr="003F23A4" w:rsidTr="00481FD5">
        <w:tc>
          <w:tcPr>
            <w:tcW w:w="3190" w:type="dxa"/>
          </w:tcPr>
          <w:p w:rsidR="003F23A4" w:rsidRPr="003F23A4" w:rsidRDefault="003F23A4" w:rsidP="003F23A4">
            <w:pPr>
              <w:pStyle w:val="a6"/>
              <w:jc w:val="both"/>
              <w:rPr>
                <w:sz w:val="28"/>
                <w:szCs w:val="28"/>
              </w:rPr>
            </w:pPr>
            <w:r w:rsidRPr="003F23A4">
              <w:rPr>
                <w:sz w:val="28"/>
                <w:szCs w:val="28"/>
              </w:rPr>
              <w:t xml:space="preserve">Глава </w:t>
            </w:r>
            <w:proofErr w:type="gramStart"/>
            <w:r w:rsidRPr="003F23A4">
              <w:rPr>
                <w:sz w:val="28"/>
                <w:szCs w:val="28"/>
              </w:rPr>
              <w:t>сельского</w:t>
            </w:r>
            <w:proofErr w:type="gramEnd"/>
          </w:p>
          <w:p w:rsidR="003F23A4" w:rsidRPr="003F23A4" w:rsidRDefault="003F23A4" w:rsidP="003F23A4">
            <w:pPr>
              <w:pStyle w:val="a6"/>
              <w:jc w:val="both"/>
              <w:rPr>
                <w:sz w:val="28"/>
                <w:szCs w:val="28"/>
              </w:rPr>
            </w:pPr>
            <w:r w:rsidRPr="003F23A4">
              <w:rPr>
                <w:sz w:val="28"/>
                <w:szCs w:val="28"/>
              </w:rPr>
              <w:t>поселения   «Трусово»</w:t>
            </w:r>
          </w:p>
        </w:tc>
        <w:tc>
          <w:tcPr>
            <w:tcW w:w="4431" w:type="dxa"/>
          </w:tcPr>
          <w:p w:rsidR="003F23A4" w:rsidRPr="003F23A4" w:rsidRDefault="003F23A4" w:rsidP="003F23A4">
            <w:pPr>
              <w:pStyle w:val="a6"/>
              <w:jc w:val="both"/>
              <w:rPr>
                <w:sz w:val="28"/>
                <w:szCs w:val="28"/>
              </w:rPr>
            </w:pPr>
          </w:p>
        </w:tc>
        <w:tc>
          <w:tcPr>
            <w:tcW w:w="1951" w:type="dxa"/>
          </w:tcPr>
          <w:p w:rsidR="003F23A4" w:rsidRPr="003F23A4" w:rsidRDefault="003F23A4" w:rsidP="003F23A4">
            <w:pPr>
              <w:pStyle w:val="a6"/>
              <w:jc w:val="both"/>
              <w:rPr>
                <w:sz w:val="28"/>
                <w:szCs w:val="28"/>
              </w:rPr>
            </w:pPr>
          </w:p>
          <w:p w:rsidR="003F23A4" w:rsidRPr="003F23A4" w:rsidRDefault="003F23A4" w:rsidP="003F23A4">
            <w:pPr>
              <w:pStyle w:val="a6"/>
              <w:jc w:val="both"/>
              <w:rPr>
                <w:sz w:val="28"/>
                <w:szCs w:val="28"/>
              </w:rPr>
            </w:pPr>
            <w:proofErr w:type="spellStart"/>
            <w:r w:rsidRPr="003F23A4">
              <w:rPr>
                <w:sz w:val="28"/>
                <w:szCs w:val="28"/>
              </w:rPr>
              <w:t>Е.М.Дуркина</w:t>
            </w:r>
            <w:proofErr w:type="spellEnd"/>
          </w:p>
        </w:tc>
      </w:tr>
    </w:tbl>
    <w:p w:rsidR="003F23A4" w:rsidRPr="003F23A4" w:rsidRDefault="003F23A4" w:rsidP="003F23A4">
      <w:pPr>
        <w:pStyle w:val="a6"/>
        <w:jc w:val="both"/>
        <w:rPr>
          <w:sz w:val="28"/>
          <w:szCs w:val="28"/>
        </w:rPr>
      </w:pPr>
    </w:p>
    <w:p w:rsidR="003F23A4" w:rsidRPr="003F23A4" w:rsidRDefault="003F23A4" w:rsidP="003F23A4">
      <w:pPr>
        <w:pStyle w:val="a6"/>
        <w:jc w:val="both"/>
        <w:rPr>
          <w:sz w:val="28"/>
          <w:szCs w:val="28"/>
        </w:rPr>
      </w:pPr>
    </w:p>
    <w:p w:rsidR="007855A7" w:rsidRPr="003F23A4" w:rsidRDefault="007855A7" w:rsidP="003F23A4">
      <w:pPr>
        <w:pStyle w:val="a6"/>
        <w:jc w:val="both"/>
        <w:rPr>
          <w:sz w:val="28"/>
          <w:szCs w:val="28"/>
        </w:rPr>
      </w:pPr>
    </w:p>
    <w:p w:rsidR="007C3F70" w:rsidRPr="003F23A4" w:rsidRDefault="007C3F70" w:rsidP="003F23A4">
      <w:pPr>
        <w:pStyle w:val="a6"/>
        <w:jc w:val="both"/>
        <w:rPr>
          <w:sz w:val="28"/>
          <w:szCs w:val="28"/>
        </w:rPr>
      </w:pPr>
    </w:p>
    <w:p w:rsidR="007855A7" w:rsidRPr="003F23A4" w:rsidRDefault="007855A7" w:rsidP="003F23A4">
      <w:pPr>
        <w:pStyle w:val="a6"/>
        <w:jc w:val="both"/>
        <w:rPr>
          <w:sz w:val="28"/>
          <w:szCs w:val="28"/>
        </w:rPr>
      </w:pPr>
    </w:p>
    <w:p w:rsidR="007855A7" w:rsidRPr="003F23A4" w:rsidRDefault="007855A7" w:rsidP="003F23A4">
      <w:pPr>
        <w:pStyle w:val="a6"/>
        <w:jc w:val="both"/>
        <w:rPr>
          <w:sz w:val="28"/>
          <w:szCs w:val="28"/>
        </w:rPr>
      </w:pPr>
    </w:p>
    <w:p w:rsidR="00A020A4" w:rsidRPr="003F23A4" w:rsidRDefault="00A020A4" w:rsidP="003F23A4">
      <w:pPr>
        <w:pStyle w:val="a6"/>
        <w:jc w:val="both"/>
        <w:rPr>
          <w:sz w:val="28"/>
          <w:szCs w:val="28"/>
        </w:rPr>
      </w:pPr>
    </w:p>
    <w:p w:rsidR="00147FA8" w:rsidRPr="003F23A4" w:rsidRDefault="00147FA8" w:rsidP="003F23A4">
      <w:pPr>
        <w:pStyle w:val="a6"/>
        <w:jc w:val="both"/>
        <w:rPr>
          <w:sz w:val="28"/>
          <w:szCs w:val="28"/>
        </w:rPr>
      </w:pPr>
    </w:p>
    <w:p w:rsidR="00802374" w:rsidRPr="003F23A4" w:rsidRDefault="00802374" w:rsidP="003F23A4">
      <w:pPr>
        <w:pStyle w:val="a6"/>
        <w:jc w:val="both"/>
        <w:rPr>
          <w:sz w:val="28"/>
          <w:szCs w:val="28"/>
        </w:rPr>
      </w:pPr>
    </w:p>
    <w:p w:rsidR="00DB3642" w:rsidRPr="003F23A4" w:rsidRDefault="00DB3642" w:rsidP="003F23A4">
      <w:pPr>
        <w:pStyle w:val="a6"/>
        <w:jc w:val="both"/>
        <w:rPr>
          <w:sz w:val="28"/>
          <w:szCs w:val="28"/>
        </w:rPr>
      </w:pPr>
    </w:p>
    <w:p w:rsidR="00DB3642" w:rsidRPr="003F23A4" w:rsidRDefault="00DB3642" w:rsidP="003F23A4">
      <w:pPr>
        <w:pStyle w:val="a6"/>
        <w:jc w:val="both"/>
        <w:rPr>
          <w:sz w:val="28"/>
          <w:szCs w:val="28"/>
        </w:rPr>
      </w:pPr>
    </w:p>
    <w:p w:rsidR="00DB3642" w:rsidRPr="003F23A4" w:rsidRDefault="00DB3642" w:rsidP="003F23A4">
      <w:pPr>
        <w:pStyle w:val="a6"/>
        <w:jc w:val="both"/>
        <w:rPr>
          <w:sz w:val="28"/>
          <w:szCs w:val="28"/>
        </w:rPr>
      </w:pPr>
    </w:p>
    <w:p w:rsidR="00802374" w:rsidRDefault="00802374" w:rsidP="00555B93">
      <w:pPr>
        <w:pStyle w:val="a6"/>
        <w:jc w:val="right"/>
        <w:rPr>
          <w:sz w:val="28"/>
          <w:szCs w:val="28"/>
        </w:rPr>
      </w:pPr>
    </w:p>
    <w:sectPr w:rsidR="00802374" w:rsidSect="00147FA8">
      <w:pgSz w:w="11907" w:h="16840"/>
      <w:pgMar w:top="964" w:right="1531" w:bottom="96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96D94"/>
    <w:multiLevelType w:val="hybridMultilevel"/>
    <w:tmpl w:val="9942E5F2"/>
    <w:lvl w:ilvl="0" w:tplc="088E89A0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6896B3B"/>
    <w:multiLevelType w:val="hybridMultilevel"/>
    <w:tmpl w:val="CC30DC6E"/>
    <w:lvl w:ilvl="0" w:tplc="487C17D6">
      <w:start w:val="1"/>
      <w:numFmt w:val="decimal"/>
      <w:lvlText w:val="%1)"/>
      <w:lvlJc w:val="left"/>
      <w:pPr>
        <w:ind w:left="1725" w:hanging="100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B50F0C"/>
    <w:multiLevelType w:val="hybridMultilevel"/>
    <w:tmpl w:val="48BE1B7C"/>
    <w:lvl w:ilvl="0" w:tplc="10504BEE">
      <w:start w:val="1"/>
      <w:numFmt w:val="decimal"/>
      <w:lvlText w:val="%1."/>
      <w:lvlJc w:val="left"/>
      <w:pPr>
        <w:tabs>
          <w:tab w:val="num" w:pos="2430"/>
        </w:tabs>
        <w:ind w:left="2430" w:hanging="153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44FA606B"/>
    <w:multiLevelType w:val="hybridMultilevel"/>
    <w:tmpl w:val="504CCB80"/>
    <w:lvl w:ilvl="0" w:tplc="E4F2B370">
      <w:start w:val="1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08C2EAA"/>
    <w:multiLevelType w:val="multilevel"/>
    <w:tmpl w:val="4216D14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04" w:hanging="2160"/>
      </w:pPr>
      <w:rPr>
        <w:rFonts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compat>
    <w:useFELayout/>
  </w:compat>
  <w:rsids>
    <w:rsidRoot w:val="00802374"/>
    <w:rsid w:val="00047223"/>
    <w:rsid w:val="00054ACE"/>
    <w:rsid w:val="000B1F93"/>
    <w:rsid w:val="000B4DD7"/>
    <w:rsid w:val="000D59D6"/>
    <w:rsid w:val="00130835"/>
    <w:rsid w:val="00147FA8"/>
    <w:rsid w:val="00177223"/>
    <w:rsid w:val="001C20E8"/>
    <w:rsid w:val="0020494B"/>
    <w:rsid w:val="002122F0"/>
    <w:rsid w:val="00240294"/>
    <w:rsid w:val="002665F5"/>
    <w:rsid w:val="00277A05"/>
    <w:rsid w:val="0028632F"/>
    <w:rsid w:val="002D4E3E"/>
    <w:rsid w:val="002D7B42"/>
    <w:rsid w:val="0030598B"/>
    <w:rsid w:val="003823C6"/>
    <w:rsid w:val="003A060F"/>
    <w:rsid w:val="003F23A4"/>
    <w:rsid w:val="004240B2"/>
    <w:rsid w:val="00466095"/>
    <w:rsid w:val="00494343"/>
    <w:rsid w:val="004F272C"/>
    <w:rsid w:val="004F5978"/>
    <w:rsid w:val="0050301D"/>
    <w:rsid w:val="005335D4"/>
    <w:rsid w:val="00555B93"/>
    <w:rsid w:val="00585F24"/>
    <w:rsid w:val="00617915"/>
    <w:rsid w:val="0063601E"/>
    <w:rsid w:val="0064050B"/>
    <w:rsid w:val="00657A60"/>
    <w:rsid w:val="006664F2"/>
    <w:rsid w:val="006A44EB"/>
    <w:rsid w:val="006B3BBB"/>
    <w:rsid w:val="006D0718"/>
    <w:rsid w:val="00774F08"/>
    <w:rsid w:val="007855A7"/>
    <w:rsid w:val="007917E4"/>
    <w:rsid w:val="007C2822"/>
    <w:rsid w:val="007C327B"/>
    <w:rsid w:val="007C3F70"/>
    <w:rsid w:val="007F088C"/>
    <w:rsid w:val="00801C53"/>
    <w:rsid w:val="00802374"/>
    <w:rsid w:val="008219E9"/>
    <w:rsid w:val="008565FA"/>
    <w:rsid w:val="008767A7"/>
    <w:rsid w:val="0089623E"/>
    <w:rsid w:val="008D395D"/>
    <w:rsid w:val="00956EB5"/>
    <w:rsid w:val="009634F4"/>
    <w:rsid w:val="00992395"/>
    <w:rsid w:val="009E286A"/>
    <w:rsid w:val="009F6981"/>
    <w:rsid w:val="00A020A4"/>
    <w:rsid w:val="00A10F10"/>
    <w:rsid w:val="00A173C7"/>
    <w:rsid w:val="00A77707"/>
    <w:rsid w:val="00AB3F9D"/>
    <w:rsid w:val="00AC3051"/>
    <w:rsid w:val="00AD0596"/>
    <w:rsid w:val="00B761EF"/>
    <w:rsid w:val="00BC273F"/>
    <w:rsid w:val="00BF5922"/>
    <w:rsid w:val="00C73D2E"/>
    <w:rsid w:val="00C748D0"/>
    <w:rsid w:val="00C76026"/>
    <w:rsid w:val="00C808CE"/>
    <w:rsid w:val="00CD2030"/>
    <w:rsid w:val="00CD6F8F"/>
    <w:rsid w:val="00CD7838"/>
    <w:rsid w:val="00CF4130"/>
    <w:rsid w:val="00D21ED2"/>
    <w:rsid w:val="00D358C6"/>
    <w:rsid w:val="00DB3642"/>
    <w:rsid w:val="00DC23FD"/>
    <w:rsid w:val="00DF133F"/>
    <w:rsid w:val="00E31AD3"/>
    <w:rsid w:val="00E5566B"/>
    <w:rsid w:val="00FC137B"/>
    <w:rsid w:val="00FC66E9"/>
    <w:rsid w:val="00FF2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822"/>
  </w:style>
  <w:style w:type="paragraph" w:styleId="1">
    <w:name w:val="heading 1"/>
    <w:basedOn w:val="a"/>
    <w:next w:val="a"/>
    <w:link w:val="10"/>
    <w:qFormat/>
    <w:rsid w:val="009F6981"/>
    <w:pPr>
      <w:keepNext/>
      <w:spacing w:after="0" w:line="240" w:lineRule="auto"/>
      <w:ind w:right="-1"/>
      <w:jc w:val="center"/>
      <w:outlineLvl w:val="0"/>
    </w:pPr>
    <w:rPr>
      <w:rFonts w:ascii="Times New Roman" w:eastAsia="Times New Roman" w:hAnsi="Times New Roman" w:cs="Times New Roman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69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F6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698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F6981"/>
    <w:rPr>
      <w:rFonts w:ascii="Times New Roman" w:eastAsia="Times New Roman" w:hAnsi="Times New Roman" w:cs="Times New Roman"/>
      <w:sz w:val="36"/>
      <w:szCs w:val="20"/>
    </w:rPr>
  </w:style>
  <w:style w:type="paragraph" w:styleId="a6">
    <w:name w:val="No Spacing"/>
    <w:uiPriority w:val="1"/>
    <w:qFormat/>
    <w:rsid w:val="009F69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7C32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C32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List Paragraph"/>
    <w:basedOn w:val="a"/>
    <w:uiPriority w:val="99"/>
    <w:qFormat/>
    <w:rsid w:val="00555B93"/>
    <w:pPr>
      <w:ind w:left="720"/>
      <w:contextualSpacing/>
    </w:pPr>
  </w:style>
  <w:style w:type="paragraph" w:styleId="3">
    <w:name w:val="Body Text 3"/>
    <w:basedOn w:val="a"/>
    <w:link w:val="30"/>
    <w:rsid w:val="00147FA8"/>
    <w:pPr>
      <w:spacing w:after="0" w:line="240" w:lineRule="auto"/>
      <w:ind w:right="-143"/>
      <w:jc w:val="center"/>
    </w:pPr>
    <w:rPr>
      <w:rFonts w:ascii="Lucida Console" w:eastAsia="Times New Roman" w:hAnsi="Lucida Console" w:cs="Times New Roman"/>
      <w:sz w:val="20"/>
      <w:szCs w:val="20"/>
    </w:rPr>
  </w:style>
  <w:style w:type="character" w:customStyle="1" w:styleId="30">
    <w:name w:val="Основной текст 3 Знак"/>
    <w:basedOn w:val="a0"/>
    <w:link w:val="3"/>
    <w:rsid w:val="00147FA8"/>
    <w:rPr>
      <w:rFonts w:ascii="Lucida Console" w:eastAsia="Times New Roman" w:hAnsi="Lucida Console" w:cs="Times New Roman"/>
      <w:sz w:val="20"/>
      <w:szCs w:val="20"/>
    </w:rPr>
  </w:style>
  <w:style w:type="paragraph" w:styleId="a8">
    <w:name w:val="Normal (Web)"/>
    <w:basedOn w:val="a"/>
    <w:semiHidden/>
    <w:unhideWhenUsed/>
    <w:rsid w:val="00802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semiHidden/>
    <w:unhideWhenUsed/>
    <w:rsid w:val="0080237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semiHidden/>
    <w:rsid w:val="00802374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semiHidden/>
    <w:unhideWhenUsed/>
    <w:rsid w:val="00802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semiHidden/>
    <w:rsid w:val="00802374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unhideWhenUsed/>
    <w:rsid w:val="00802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802374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mphasis"/>
    <w:basedOn w:val="a0"/>
    <w:qFormat/>
    <w:rsid w:val="00802374"/>
    <w:rPr>
      <w:i/>
      <w:iCs/>
    </w:rPr>
  </w:style>
  <w:style w:type="character" w:styleId="ae">
    <w:name w:val="Strong"/>
    <w:basedOn w:val="a0"/>
    <w:qFormat/>
    <w:rsid w:val="0080237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2;&#1086;&#1080;%20&#1076;&#1086;&#1082;&#1091;&#1084;&#1077;&#1085;&#1090;&#1099;\&#1087;&#1086;&#1089;&#1090;&#1072;&#1085;&#1086;&#1074;&#1083;&#1077;&#1085;&#1080;&#1103;\2013\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626D8-68E6-4B3B-A4A4-A389F45F6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</Template>
  <TotalTime>64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2014-09-25T12:49:00Z</cp:lastPrinted>
  <dcterms:created xsi:type="dcterms:W3CDTF">2014-08-04T12:54:00Z</dcterms:created>
  <dcterms:modified xsi:type="dcterms:W3CDTF">2014-09-25T12:49:00Z</dcterms:modified>
</cp:coreProperties>
</file>