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716"/>
        <w:gridCol w:w="3662"/>
        <w:gridCol w:w="2683"/>
      </w:tblGrid>
      <w:tr w:rsidR="005C27FF" w:rsidRPr="002F4D30" w:rsidTr="002F4D30"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5C27FF" w:rsidRPr="002F4D30" w:rsidRDefault="005C27FF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5C27FF" w:rsidRPr="002F4D30" w:rsidRDefault="005C27FF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5C27FF" w:rsidRPr="002F4D30" w:rsidRDefault="005C27FF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6EF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C27FF" w:rsidRPr="002F4D30" w:rsidRDefault="005C27FF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>икт овмöдчöминса</w:t>
            </w:r>
          </w:p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FF" w:rsidRPr="002F4D30" w:rsidTr="002F4D30"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C27FF" w:rsidRPr="002F4D30" w:rsidRDefault="005C27FF" w:rsidP="009F6981">
            <w:pPr>
              <w:pStyle w:val="Heading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FF" w:rsidRPr="002F4D30" w:rsidTr="002F4D30"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FF" w:rsidRPr="002F4D30" w:rsidTr="002F4D30"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5C27FF" w:rsidRPr="002F4D30" w:rsidRDefault="005C27FF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27FF" w:rsidRPr="00E5566B" w:rsidRDefault="005C27FF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5C27FF" w:rsidRPr="002F4D30" w:rsidTr="002F4D30">
        <w:tc>
          <w:tcPr>
            <w:tcW w:w="533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55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апреля</w:t>
            </w:r>
          </w:p>
        </w:tc>
        <w:tc>
          <w:tcPr>
            <w:tcW w:w="776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784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5C27FF" w:rsidRPr="002F4D30" w:rsidRDefault="005C27FF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5C27FF" w:rsidRPr="002F4D30" w:rsidRDefault="005C27F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5C27FF" w:rsidRDefault="005C27FF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9F6981">
        <w:rPr>
          <w:rFonts w:ascii="Times New Roman" w:hAnsi="Times New Roman"/>
          <w:sz w:val="28"/>
          <w:szCs w:val="28"/>
          <w:vertAlign w:val="superscript"/>
        </w:rPr>
        <w:t>с. Трусово Усть – Цилемский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</w:tblGrid>
      <w:tr w:rsidR="005C27FF" w:rsidRPr="002F4D30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27FF" w:rsidRPr="002F4D30" w:rsidRDefault="005C27FF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</w:t>
            </w:r>
            <w:r>
              <w:rPr>
                <w:rFonts w:ascii="Times New Roman" w:hAnsi="Times New Roman"/>
                <w:sz w:val="28"/>
                <w:szCs w:val="28"/>
              </w:rPr>
              <w:t>льского поселения «Трусово» за первый квартал  2015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C27FF" w:rsidRPr="00147FA8" w:rsidRDefault="005C27FF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5C27FF" w:rsidRPr="00802374" w:rsidRDefault="005C27FF" w:rsidP="00DB3642">
      <w:pPr>
        <w:pStyle w:val="NoSpacing"/>
        <w:jc w:val="both"/>
        <w:rPr>
          <w:sz w:val="28"/>
          <w:szCs w:val="28"/>
        </w:rPr>
      </w:pPr>
      <w:r w:rsidRPr="00147FA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На основании  пункта 5 статьи 264.2. Бюджетного кодекса Российской Федерации от 31.07.1996 года № 145</w:t>
      </w:r>
    </w:p>
    <w:p w:rsidR="005C27FF" w:rsidRPr="00147FA8" w:rsidRDefault="005C27FF" w:rsidP="00147FA8">
      <w:pPr>
        <w:jc w:val="both"/>
        <w:rPr>
          <w:rFonts w:ascii="Times New Roman" w:hAnsi="Times New Roman"/>
          <w:sz w:val="28"/>
          <w:szCs w:val="28"/>
        </w:rPr>
      </w:pPr>
    </w:p>
    <w:p w:rsidR="005C27FF" w:rsidRPr="003F23A4" w:rsidRDefault="005C27FF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3F23A4">
        <w:rPr>
          <w:rFonts w:ascii="Times New Roman" w:hAnsi="Times New Roman"/>
          <w:sz w:val="28"/>
          <w:szCs w:val="28"/>
        </w:rPr>
        <w:t>ПОСТАНОВЛЯЮ:</w:t>
      </w:r>
    </w:p>
    <w:p w:rsidR="005C27FF" w:rsidRPr="00A45912" w:rsidRDefault="005C27FF" w:rsidP="003F23A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23A4">
        <w:rPr>
          <w:sz w:val="28"/>
          <w:szCs w:val="28"/>
        </w:rPr>
        <w:t xml:space="preserve">1. </w:t>
      </w:r>
      <w:r w:rsidRPr="00A45912">
        <w:rPr>
          <w:sz w:val="28"/>
          <w:szCs w:val="28"/>
        </w:rPr>
        <w:t xml:space="preserve">Утвердить отчет об исполнении бюджета муниципального образования сельского </w:t>
      </w:r>
      <w:r>
        <w:rPr>
          <w:sz w:val="28"/>
          <w:szCs w:val="28"/>
        </w:rPr>
        <w:t>поселения «Трусово» за  первый квартал</w:t>
      </w:r>
      <w:r w:rsidRPr="00A45912">
        <w:rPr>
          <w:sz w:val="28"/>
          <w:szCs w:val="28"/>
        </w:rPr>
        <w:t xml:space="preserve"> 2015 года по доходам в сумме 1944605,09 руб. и по расходам в сумме 1874061,58 руб. с превышением доходов над расходами (профицит) в сумме 70543,51  руб. и со следующими показателями: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3F23A4">
        <w:rPr>
          <w:sz w:val="28"/>
          <w:szCs w:val="28"/>
        </w:rPr>
        <w:tab/>
      </w:r>
      <w:r w:rsidRPr="00A45912">
        <w:rPr>
          <w:rFonts w:ascii="Times New Roman" w:hAnsi="Times New Roman"/>
          <w:sz w:val="28"/>
          <w:szCs w:val="28"/>
        </w:rPr>
        <w:t xml:space="preserve">- по доходам бюджета муниципального образования сельского поселения «Трусово» за </w:t>
      </w:r>
      <w:r>
        <w:rPr>
          <w:rFonts w:ascii="Times New Roman" w:hAnsi="Times New Roman"/>
          <w:sz w:val="28"/>
          <w:szCs w:val="28"/>
        </w:rPr>
        <w:t>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45912">
        <w:rPr>
          <w:rFonts w:ascii="Times New Roman" w:hAnsi="Times New Roman"/>
          <w:sz w:val="28"/>
          <w:szCs w:val="28"/>
        </w:rPr>
        <w:t xml:space="preserve"> по кодам классификации доходов бюджетов в суммах согласно приложению  1 к настоящему решению;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A45912">
        <w:rPr>
          <w:rFonts w:ascii="Times New Roman" w:hAnsi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A45912">
        <w:rPr>
          <w:rFonts w:ascii="Times New Roman" w:hAnsi="Times New Roman"/>
          <w:sz w:val="28"/>
          <w:szCs w:val="28"/>
        </w:rPr>
        <w:t xml:space="preserve">  по разделам, подразделам классификации расходов бюджетов Российской Федерации согласно приложению  3  к настоящему решению;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A45912">
        <w:rPr>
          <w:rFonts w:ascii="Times New Roman" w:hAnsi="Times New Roman"/>
          <w:sz w:val="28"/>
          <w:szCs w:val="28"/>
        </w:rPr>
        <w:t xml:space="preserve">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45912">
        <w:rPr>
          <w:rFonts w:ascii="Times New Roman" w:hAnsi="Times New Roman"/>
          <w:sz w:val="28"/>
          <w:szCs w:val="28"/>
        </w:rPr>
        <w:t xml:space="preserve"> по кодам классификации источников финансирования дефицитов бюджетов  согласно приложению 5 к настоящему решению.</w:t>
      </w:r>
    </w:p>
    <w:p w:rsidR="005C27FF" w:rsidRPr="00A45912" w:rsidRDefault="005C27FF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ab/>
        <w:t>- по источникам  финансирования дефицита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первый квартал 2015</w:t>
      </w:r>
      <w:r w:rsidRPr="00A4591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A45912">
        <w:rPr>
          <w:rFonts w:ascii="Times New Roman" w:hAnsi="Times New Roman"/>
          <w:sz w:val="28"/>
          <w:szCs w:val="28"/>
        </w:rPr>
        <w:t xml:space="preserve">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</w:t>
      </w:r>
      <w:r w:rsidRPr="003F23A4">
        <w:rPr>
          <w:sz w:val="28"/>
          <w:szCs w:val="28"/>
        </w:rPr>
        <w:t>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46"/>
        <w:gridCol w:w="4076"/>
        <w:gridCol w:w="1939"/>
      </w:tblGrid>
      <w:tr w:rsidR="005C27FF" w:rsidRPr="002F4D30" w:rsidTr="00481FD5">
        <w:tc>
          <w:tcPr>
            <w:tcW w:w="3190" w:type="dxa"/>
          </w:tcPr>
          <w:p w:rsidR="005C27FF" w:rsidRPr="003F23A4" w:rsidRDefault="005C27FF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3F23A4">
              <w:rPr>
                <w:sz w:val="28"/>
                <w:szCs w:val="28"/>
              </w:rPr>
              <w:t>Глава сельского</w:t>
            </w:r>
          </w:p>
          <w:p w:rsidR="005C27FF" w:rsidRPr="003F23A4" w:rsidRDefault="005C27FF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3F23A4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5C27FF" w:rsidRPr="003F23A4" w:rsidRDefault="005C27FF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5C27FF" w:rsidRPr="003F23A4" w:rsidRDefault="005C27FF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5C27FF" w:rsidRPr="003F23A4" w:rsidRDefault="005C27FF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3F23A4">
              <w:rPr>
                <w:sz w:val="28"/>
                <w:szCs w:val="28"/>
              </w:rPr>
              <w:t>Е.М.Дуркина</w:t>
            </w:r>
          </w:p>
        </w:tc>
      </w:tr>
    </w:tbl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Pr="003F23A4" w:rsidRDefault="005C27FF" w:rsidP="003F23A4">
      <w:pPr>
        <w:pStyle w:val="NoSpacing"/>
        <w:jc w:val="both"/>
        <w:rPr>
          <w:sz w:val="28"/>
          <w:szCs w:val="28"/>
        </w:rPr>
      </w:pPr>
    </w:p>
    <w:p w:rsidR="005C27FF" w:rsidRDefault="005C27FF" w:rsidP="00555B93">
      <w:pPr>
        <w:pStyle w:val="NoSpacing"/>
        <w:jc w:val="right"/>
        <w:rPr>
          <w:sz w:val="28"/>
          <w:szCs w:val="28"/>
        </w:rPr>
      </w:pPr>
    </w:p>
    <w:sectPr w:rsidR="005C27FF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374"/>
    <w:rsid w:val="000233B1"/>
    <w:rsid w:val="00047223"/>
    <w:rsid w:val="00054ACE"/>
    <w:rsid w:val="00056A2A"/>
    <w:rsid w:val="000B1F93"/>
    <w:rsid w:val="000B4DD7"/>
    <w:rsid w:val="000C0E4B"/>
    <w:rsid w:val="000D59D6"/>
    <w:rsid w:val="001028FE"/>
    <w:rsid w:val="00130835"/>
    <w:rsid w:val="00147FA8"/>
    <w:rsid w:val="00177223"/>
    <w:rsid w:val="001C20E8"/>
    <w:rsid w:val="0020494B"/>
    <w:rsid w:val="002122F0"/>
    <w:rsid w:val="00231CD2"/>
    <w:rsid w:val="00240294"/>
    <w:rsid w:val="002665F5"/>
    <w:rsid w:val="00277A05"/>
    <w:rsid w:val="0028632F"/>
    <w:rsid w:val="002C7A70"/>
    <w:rsid w:val="002D4E3E"/>
    <w:rsid w:val="002D7B42"/>
    <w:rsid w:val="002F4D30"/>
    <w:rsid w:val="0030598B"/>
    <w:rsid w:val="00320FE3"/>
    <w:rsid w:val="003320FD"/>
    <w:rsid w:val="003823C6"/>
    <w:rsid w:val="003A060F"/>
    <w:rsid w:val="003F23A4"/>
    <w:rsid w:val="004240B2"/>
    <w:rsid w:val="00460331"/>
    <w:rsid w:val="00466095"/>
    <w:rsid w:val="00470BBE"/>
    <w:rsid w:val="004764B6"/>
    <w:rsid w:val="00481FD5"/>
    <w:rsid w:val="00494343"/>
    <w:rsid w:val="004E4A76"/>
    <w:rsid w:val="004F272C"/>
    <w:rsid w:val="004F5978"/>
    <w:rsid w:val="0050301D"/>
    <w:rsid w:val="00532C8F"/>
    <w:rsid w:val="005335D4"/>
    <w:rsid w:val="00555B93"/>
    <w:rsid w:val="005726E2"/>
    <w:rsid w:val="00585F24"/>
    <w:rsid w:val="005B00BD"/>
    <w:rsid w:val="005C27FF"/>
    <w:rsid w:val="006048C5"/>
    <w:rsid w:val="00617915"/>
    <w:rsid w:val="0063601E"/>
    <w:rsid w:val="0064050B"/>
    <w:rsid w:val="00657A60"/>
    <w:rsid w:val="006664F2"/>
    <w:rsid w:val="006A44EB"/>
    <w:rsid w:val="006B3BBB"/>
    <w:rsid w:val="006D0718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801C53"/>
    <w:rsid w:val="00802374"/>
    <w:rsid w:val="008219E9"/>
    <w:rsid w:val="00852CC2"/>
    <w:rsid w:val="008565FA"/>
    <w:rsid w:val="008767A7"/>
    <w:rsid w:val="0089623E"/>
    <w:rsid w:val="008B3097"/>
    <w:rsid w:val="008D395D"/>
    <w:rsid w:val="00956EB5"/>
    <w:rsid w:val="009634F4"/>
    <w:rsid w:val="00992395"/>
    <w:rsid w:val="009E286A"/>
    <w:rsid w:val="009F6981"/>
    <w:rsid w:val="00A00438"/>
    <w:rsid w:val="00A020A4"/>
    <w:rsid w:val="00A10F10"/>
    <w:rsid w:val="00A173C7"/>
    <w:rsid w:val="00A45912"/>
    <w:rsid w:val="00A77707"/>
    <w:rsid w:val="00A91722"/>
    <w:rsid w:val="00A967B1"/>
    <w:rsid w:val="00AA6BB7"/>
    <w:rsid w:val="00AB3F9D"/>
    <w:rsid w:val="00AC3051"/>
    <w:rsid w:val="00AD0596"/>
    <w:rsid w:val="00AE0B60"/>
    <w:rsid w:val="00B467F9"/>
    <w:rsid w:val="00B761EF"/>
    <w:rsid w:val="00BC273F"/>
    <w:rsid w:val="00BC6B36"/>
    <w:rsid w:val="00BD4B94"/>
    <w:rsid w:val="00BF5922"/>
    <w:rsid w:val="00C12D7D"/>
    <w:rsid w:val="00C706FD"/>
    <w:rsid w:val="00C73D2E"/>
    <w:rsid w:val="00C748D0"/>
    <w:rsid w:val="00C76026"/>
    <w:rsid w:val="00C808CE"/>
    <w:rsid w:val="00CD2030"/>
    <w:rsid w:val="00CD6F8F"/>
    <w:rsid w:val="00CD7838"/>
    <w:rsid w:val="00CE2655"/>
    <w:rsid w:val="00CE66EB"/>
    <w:rsid w:val="00CF4130"/>
    <w:rsid w:val="00D21ED2"/>
    <w:rsid w:val="00D358C6"/>
    <w:rsid w:val="00D54827"/>
    <w:rsid w:val="00DB3642"/>
    <w:rsid w:val="00DC23FD"/>
    <w:rsid w:val="00DF133F"/>
    <w:rsid w:val="00E31AD3"/>
    <w:rsid w:val="00E5566B"/>
    <w:rsid w:val="00E735DA"/>
    <w:rsid w:val="00F16FE4"/>
    <w:rsid w:val="00F501E7"/>
    <w:rsid w:val="00F763C7"/>
    <w:rsid w:val="00F856EF"/>
    <w:rsid w:val="00F91015"/>
    <w:rsid w:val="00FA54D7"/>
    <w:rsid w:val="00FC137B"/>
    <w:rsid w:val="00FC66E9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9F69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555B93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80237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85</TotalTime>
  <Pages>2</Pages>
  <Words>397</Words>
  <Characters>2267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19</cp:revision>
  <cp:lastPrinted>2014-09-25T12:49:00Z</cp:lastPrinted>
  <dcterms:created xsi:type="dcterms:W3CDTF">2014-08-04T12:54:00Z</dcterms:created>
  <dcterms:modified xsi:type="dcterms:W3CDTF">2015-04-30T08:45:00Z</dcterms:modified>
</cp:coreProperties>
</file>