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2716"/>
        <w:gridCol w:w="3662"/>
        <w:gridCol w:w="2683"/>
      </w:tblGrid>
      <w:tr w:rsidR="00496865" w:rsidRPr="002F4D30" w:rsidTr="002F4D30">
        <w:tc>
          <w:tcPr>
            <w:tcW w:w="3190" w:type="dxa"/>
          </w:tcPr>
          <w:p w:rsidR="00496865" w:rsidRPr="002F4D30" w:rsidRDefault="00496865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496865" w:rsidRPr="002F4D30" w:rsidRDefault="00496865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496865" w:rsidRPr="002F4D30" w:rsidRDefault="00496865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496865" w:rsidRPr="002F4D30" w:rsidRDefault="00496865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6865" w:rsidRPr="002F4D30" w:rsidRDefault="00496865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96865" w:rsidRPr="002F4D30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634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4pt;height:1in;visibility:visible">
                  <v:imagedata r:id="rId5" o:title=""/>
                </v:shape>
              </w:pict>
            </w:r>
          </w:p>
          <w:p w:rsidR="00496865" w:rsidRPr="002F4D30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6865" w:rsidRPr="002F4D30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96865" w:rsidRPr="002F4D30" w:rsidRDefault="00496865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496865" w:rsidRPr="002F4D30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>икт овмöдчöминса</w:t>
            </w:r>
          </w:p>
          <w:p w:rsidR="00496865" w:rsidRPr="002F4D30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496865" w:rsidRPr="002F4D30" w:rsidRDefault="00496865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865" w:rsidRPr="002F4D30" w:rsidTr="002F4D30">
        <w:tc>
          <w:tcPr>
            <w:tcW w:w="3190" w:type="dxa"/>
          </w:tcPr>
          <w:p w:rsidR="00496865" w:rsidRPr="002F4D30" w:rsidRDefault="00496865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96865" w:rsidRPr="002F4D30" w:rsidRDefault="00496865" w:rsidP="009F6981">
            <w:pPr>
              <w:pStyle w:val="Heading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496865" w:rsidRPr="002F4D30" w:rsidRDefault="00496865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865" w:rsidRPr="002F4D30" w:rsidTr="002F4D30">
        <w:tc>
          <w:tcPr>
            <w:tcW w:w="3190" w:type="dxa"/>
          </w:tcPr>
          <w:p w:rsidR="00496865" w:rsidRPr="002F4D30" w:rsidRDefault="00496865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96865" w:rsidRPr="002F4D30" w:rsidRDefault="00496865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96865" w:rsidRPr="002F4D30" w:rsidRDefault="00496865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865" w:rsidRPr="002F4D30" w:rsidTr="002F4D30">
        <w:tc>
          <w:tcPr>
            <w:tcW w:w="3190" w:type="dxa"/>
          </w:tcPr>
          <w:p w:rsidR="00496865" w:rsidRPr="002F4D30" w:rsidRDefault="00496865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96865" w:rsidRPr="002F4D30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496865" w:rsidRPr="002F4D30" w:rsidRDefault="00496865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6865" w:rsidRPr="00E5566B" w:rsidRDefault="00496865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496865" w:rsidRPr="00F85E0F" w:rsidTr="002F4D30">
        <w:tc>
          <w:tcPr>
            <w:tcW w:w="533" w:type="dxa"/>
          </w:tcPr>
          <w:p w:rsidR="00496865" w:rsidRPr="00F85E0F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496865" w:rsidRPr="00F85E0F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55" w:type="dxa"/>
          </w:tcPr>
          <w:p w:rsidR="00496865" w:rsidRPr="00F85E0F" w:rsidRDefault="00496865" w:rsidP="0051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апреля</w:t>
            </w:r>
          </w:p>
        </w:tc>
        <w:tc>
          <w:tcPr>
            <w:tcW w:w="776" w:type="dxa"/>
          </w:tcPr>
          <w:p w:rsidR="00496865" w:rsidRPr="00F85E0F" w:rsidRDefault="00496865" w:rsidP="008015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784" w:type="dxa"/>
          </w:tcPr>
          <w:p w:rsidR="00496865" w:rsidRPr="00F85E0F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496865" w:rsidRPr="00F85E0F" w:rsidRDefault="00496865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496865" w:rsidRPr="00F85E0F" w:rsidRDefault="00496865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496865" w:rsidRPr="00F85E0F" w:rsidRDefault="00496865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F85E0F">
        <w:rPr>
          <w:rFonts w:ascii="Times New Roman" w:hAnsi="Times New Roman"/>
          <w:sz w:val="28"/>
          <w:szCs w:val="28"/>
          <w:vertAlign w:val="superscript"/>
        </w:rPr>
        <w:t>с. Трусово Усть – Цилемский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</w:tblGrid>
      <w:tr w:rsidR="00496865" w:rsidRPr="00F85E0F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496865" w:rsidRPr="00F85E0F" w:rsidRDefault="00496865" w:rsidP="002F4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«Трусово» за первый квартал  2017 года</w:t>
            </w:r>
          </w:p>
        </w:tc>
      </w:tr>
    </w:tbl>
    <w:p w:rsidR="00496865" w:rsidRPr="00F85E0F" w:rsidRDefault="00496865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496865" w:rsidRPr="00F85E0F" w:rsidRDefault="00496865" w:rsidP="00DB3642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 xml:space="preserve">             На основании  пункта 5 статьи 264.2. Бюджетного кодекса Российской Федерации от 31.07.1996 года № 145</w:t>
      </w:r>
    </w:p>
    <w:p w:rsidR="00496865" w:rsidRPr="00F85E0F" w:rsidRDefault="00496865" w:rsidP="00147FA8">
      <w:pPr>
        <w:jc w:val="both"/>
        <w:rPr>
          <w:rFonts w:ascii="Times New Roman" w:hAnsi="Times New Roman"/>
          <w:sz w:val="28"/>
          <w:szCs w:val="28"/>
        </w:rPr>
      </w:pPr>
    </w:p>
    <w:p w:rsidR="00496865" w:rsidRPr="00F85E0F" w:rsidRDefault="00496865" w:rsidP="003F23A4">
      <w:pPr>
        <w:ind w:right="-568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>ПОСТАНОВЛЯЮ:</w:t>
      </w: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поселения «Трусово» за  первый квартал 2017 года по доходам в сумме 2193010,83 руб. и по расходам в сумме 1913280,68 руб. с превышением доходов над расходами (профицит) в сумме 279730,15  руб. и со следующими показателями:</w:t>
      </w:r>
    </w:p>
    <w:p w:rsidR="00496865" w:rsidRPr="00F85E0F" w:rsidRDefault="00496865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>- по доходам бюджета муниципального образования сельского поселения «Трусово» за первый квартал 2017 года  по кодам классификации доходов бюджетов в суммах согласно приложению  1 к настоящему решению;</w:t>
      </w:r>
    </w:p>
    <w:p w:rsidR="00496865" w:rsidRPr="00F85E0F" w:rsidRDefault="00496865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>- по доходам бюджета муниципального образования сельского поселения «Трусово» за первый квартал 2017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 2 к настоящему решению;</w:t>
      </w:r>
    </w:p>
    <w:p w:rsidR="00496865" w:rsidRPr="00F85E0F" w:rsidRDefault="00496865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«Трусово» за первый квартал 2017 года по разделам, подразделам классификации расходов бюджетов Российской Федерации согласно приложению  3  к настоящему решению;</w:t>
      </w:r>
    </w:p>
    <w:p w:rsidR="00496865" w:rsidRPr="00F85E0F" w:rsidRDefault="00496865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«Трусово» за первый квартал 2017 года по ведомственной структуре  расходов  бюджета муниципального образования сельского поселения «Трусово»  согласно приложению  4 к настоящему решению;</w:t>
      </w:r>
    </w:p>
    <w:p w:rsidR="00496865" w:rsidRPr="00F85E0F" w:rsidRDefault="00496865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>- по источникам  финансирования дефицита бюджета муниципального образования сельского поселения «Трусово» за первый квартал 2017 года по кодам классификации источников финансирования дефицитов бюджетов  согласно приложению 5 к настоящему решению.</w:t>
      </w:r>
    </w:p>
    <w:p w:rsidR="00496865" w:rsidRPr="00F85E0F" w:rsidRDefault="00496865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>- по источникам  финансирования дефицита бюджета муниципального образования сельского поселения «Трусово» за первый квартал 2017 года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дефицита  бюджетов  согласно приложению 6 к настоящему решению.</w:t>
      </w: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«Трусово»  в сети «Интернет».</w:t>
      </w: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046"/>
        <w:gridCol w:w="4076"/>
        <w:gridCol w:w="1939"/>
      </w:tblGrid>
      <w:tr w:rsidR="00496865" w:rsidRPr="00F85E0F" w:rsidTr="00481FD5">
        <w:tc>
          <w:tcPr>
            <w:tcW w:w="3190" w:type="dxa"/>
          </w:tcPr>
          <w:p w:rsidR="00496865" w:rsidRPr="00F85E0F" w:rsidRDefault="00496865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Глава сельского</w:t>
            </w:r>
          </w:p>
          <w:p w:rsidR="00496865" w:rsidRPr="00F85E0F" w:rsidRDefault="00496865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поселения   «Трусово»</w:t>
            </w:r>
          </w:p>
        </w:tc>
        <w:tc>
          <w:tcPr>
            <w:tcW w:w="4431" w:type="dxa"/>
          </w:tcPr>
          <w:p w:rsidR="00496865" w:rsidRPr="00F85E0F" w:rsidRDefault="00496865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</w:tc>
        <w:tc>
          <w:tcPr>
            <w:tcW w:w="1951" w:type="dxa"/>
          </w:tcPr>
          <w:p w:rsidR="00496865" w:rsidRPr="00F85E0F" w:rsidRDefault="00496865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  <w:p w:rsidR="00496865" w:rsidRPr="00F85E0F" w:rsidRDefault="00496865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Е.М.Дуркина</w:t>
            </w:r>
          </w:p>
        </w:tc>
      </w:tr>
    </w:tbl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Pr="00F85E0F" w:rsidRDefault="00496865" w:rsidP="003F23A4">
      <w:pPr>
        <w:pStyle w:val="NoSpacing"/>
        <w:jc w:val="both"/>
        <w:rPr>
          <w:sz w:val="28"/>
          <w:szCs w:val="28"/>
        </w:rPr>
      </w:pPr>
    </w:p>
    <w:p w:rsidR="00496865" w:rsidRDefault="00496865" w:rsidP="00555B93">
      <w:pPr>
        <w:pStyle w:val="NoSpacing"/>
        <w:jc w:val="right"/>
        <w:rPr>
          <w:sz w:val="28"/>
          <w:szCs w:val="28"/>
        </w:rPr>
      </w:pPr>
    </w:p>
    <w:sectPr w:rsidR="00496865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attachedTemplate r:id="rId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374"/>
    <w:rsid w:val="0002085B"/>
    <w:rsid w:val="000233B1"/>
    <w:rsid w:val="00036B9A"/>
    <w:rsid w:val="00047223"/>
    <w:rsid w:val="00054ACE"/>
    <w:rsid w:val="00056A2A"/>
    <w:rsid w:val="00072901"/>
    <w:rsid w:val="000B1F93"/>
    <w:rsid w:val="000B4DD7"/>
    <w:rsid w:val="000C0E4B"/>
    <w:rsid w:val="000D59D6"/>
    <w:rsid w:val="000E0A9E"/>
    <w:rsid w:val="000F218C"/>
    <w:rsid w:val="001028FE"/>
    <w:rsid w:val="00130835"/>
    <w:rsid w:val="00142872"/>
    <w:rsid w:val="00147FA8"/>
    <w:rsid w:val="00165803"/>
    <w:rsid w:val="00177223"/>
    <w:rsid w:val="0019098D"/>
    <w:rsid w:val="001A2B59"/>
    <w:rsid w:val="001C20E8"/>
    <w:rsid w:val="001D46FB"/>
    <w:rsid w:val="0020494B"/>
    <w:rsid w:val="002122F0"/>
    <w:rsid w:val="00231CD2"/>
    <w:rsid w:val="00240294"/>
    <w:rsid w:val="002665F5"/>
    <w:rsid w:val="00277A05"/>
    <w:rsid w:val="00285CA7"/>
    <w:rsid w:val="0028632F"/>
    <w:rsid w:val="002B7D99"/>
    <w:rsid w:val="002C7A70"/>
    <w:rsid w:val="002D4E3E"/>
    <w:rsid w:val="002D7B42"/>
    <w:rsid w:val="002E2345"/>
    <w:rsid w:val="002F4D30"/>
    <w:rsid w:val="002F549F"/>
    <w:rsid w:val="0030598B"/>
    <w:rsid w:val="00320FE3"/>
    <w:rsid w:val="003320FD"/>
    <w:rsid w:val="0034272F"/>
    <w:rsid w:val="003823C6"/>
    <w:rsid w:val="003A060F"/>
    <w:rsid w:val="003A4429"/>
    <w:rsid w:val="003F23A4"/>
    <w:rsid w:val="004240B2"/>
    <w:rsid w:val="00440FDB"/>
    <w:rsid w:val="00460331"/>
    <w:rsid w:val="00466095"/>
    <w:rsid w:val="00470BBE"/>
    <w:rsid w:val="004764B6"/>
    <w:rsid w:val="00481FD5"/>
    <w:rsid w:val="00494343"/>
    <w:rsid w:val="00496865"/>
    <w:rsid w:val="004E4A76"/>
    <w:rsid w:val="004F272C"/>
    <w:rsid w:val="004F5978"/>
    <w:rsid w:val="0050301D"/>
    <w:rsid w:val="00510318"/>
    <w:rsid w:val="005112DC"/>
    <w:rsid w:val="00532C8F"/>
    <w:rsid w:val="005335D4"/>
    <w:rsid w:val="00555B93"/>
    <w:rsid w:val="00561E5C"/>
    <w:rsid w:val="005726E2"/>
    <w:rsid w:val="00585F24"/>
    <w:rsid w:val="00586E19"/>
    <w:rsid w:val="00592170"/>
    <w:rsid w:val="005B00BD"/>
    <w:rsid w:val="005C27FF"/>
    <w:rsid w:val="005F63B7"/>
    <w:rsid w:val="006048C5"/>
    <w:rsid w:val="00617915"/>
    <w:rsid w:val="00632674"/>
    <w:rsid w:val="0063601E"/>
    <w:rsid w:val="0064050B"/>
    <w:rsid w:val="00657A60"/>
    <w:rsid w:val="006664F2"/>
    <w:rsid w:val="006667F5"/>
    <w:rsid w:val="00670634"/>
    <w:rsid w:val="00673114"/>
    <w:rsid w:val="006A44EB"/>
    <w:rsid w:val="006B3BBB"/>
    <w:rsid w:val="006B76F5"/>
    <w:rsid w:val="006C2FE8"/>
    <w:rsid w:val="006D0718"/>
    <w:rsid w:val="00731A25"/>
    <w:rsid w:val="007402E3"/>
    <w:rsid w:val="00774F08"/>
    <w:rsid w:val="007855A7"/>
    <w:rsid w:val="007917E4"/>
    <w:rsid w:val="007B6C32"/>
    <w:rsid w:val="007C2822"/>
    <w:rsid w:val="007C327B"/>
    <w:rsid w:val="007C3F70"/>
    <w:rsid w:val="007D62D6"/>
    <w:rsid w:val="007E18EE"/>
    <w:rsid w:val="007F088C"/>
    <w:rsid w:val="007F0EE1"/>
    <w:rsid w:val="007F4FC9"/>
    <w:rsid w:val="008015C1"/>
    <w:rsid w:val="00801C53"/>
    <w:rsid w:val="00802374"/>
    <w:rsid w:val="008219E9"/>
    <w:rsid w:val="00824A41"/>
    <w:rsid w:val="00830CE5"/>
    <w:rsid w:val="00852CC2"/>
    <w:rsid w:val="008565FA"/>
    <w:rsid w:val="00862945"/>
    <w:rsid w:val="008767A7"/>
    <w:rsid w:val="008767B8"/>
    <w:rsid w:val="008822A7"/>
    <w:rsid w:val="0088403A"/>
    <w:rsid w:val="00895D8C"/>
    <w:rsid w:val="0089623E"/>
    <w:rsid w:val="008B3097"/>
    <w:rsid w:val="008C3033"/>
    <w:rsid w:val="008D395D"/>
    <w:rsid w:val="009233C0"/>
    <w:rsid w:val="00942AE4"/>
    <w:rsid w:val="00956EB5"/>
    <w:rsid w:val="009634F4"/>
    <w:rsid w:val="009903FC"/>
    <w:rsid w:val="00992395"/>
    <w:rsid w:val="009E286A"/>
    <w:rsid w:val="009F6981"/>
    <w:rsid w:val="00A00438"/>
    <w:rsid w:val="00A007FE"/>
    <w:rsid w:val="00A020A4"/>
    <w:rsid w:val="00A10F10"/>
    <w:rsid w:val="00A173C7"/>
    <w:rsid w:val="00A45912"/>
    <w:rsid w:val="00A71CAD"/>
    <w:rsid w:val="00A77707"/>
    <w:rsid w:val="00A91722"/>
    <w:rsid w:val="00A967B1"/>
    <w:rsid w:val="00AA6BB7"/>
    <w:rsid w:val="00AB3F9D"/>
    <w:rsid w:val="00AC3051"/>
    <w:rsid w:val="00AD0596"/>
    <w:rsid w:val="00AE0B60"/>
    <w:rsid w:val="00B467F9"/>
    <w:rsid w:val="00B761EF"/>
    <w:rsid w:val="00BC273F"/>
    <w:rsid w:val="00BC6B36"/>
    <w:rsid w:val="00BD4B94"/>
    <w:rsid w:val="00BD64CA"/>
    <w:rsid w:val="00BF5922"/>
    <w:rsid w:val="00C12D7D"/>
    <w:rsid w:val="00C706FD"/>
    <w:rsid w:val="00C72BDC"/>
    <w:rsid w:val="00C73D2E"/>
    <w:rsid w:val="00C748D0"/>
    <w:rsid w:val="00C76026"/>
    <w:rsid w:val="00C808CE"/>
    <w:rsid w:val="00CD2030"/>
    <w:rsid w:val="00CD6F8F"/>
    <w:rsid w:val="00CD7838"/>
    <w:rsid w:val="00CE2655"/>
    <w:rsid w:val="00CE66EB"/>
    <w:rsid w:val="00CF4130"/>
    <w:rsid w:val="00D21ED2"/>
    <w:rsid w:val="00D358C6"/>
    <w:rsid w:val="00D54827"/>
    <w:rsid w:val="00D733F5"/>
    <w:rsid w:val="00D83103"/>
    <w:rsid w:val="00DB3642"/>
    <w:rsid w:val="00DC23FD"/>
    <w:rsid w:val="00DD3281"/>
    <w:rsid w:val="00DE5C4C"/>
    <w:rsid w:val="00DF133F"/>
    <w:rsid w:val="00E26E6E"/>
    <w:rsid w:val="00E31AD3"/>
    <w:rsid w:val="00E342CF"/>
    <w:rsid w:val="00E5566B"/>
    <w:rsid w:val="00E735DA"/>
    <w:rsid w:val="00EC29FB"/>
    <w:rsid w:val="00F159CA"/>
    <w:rsid w:val="00F16FE4"/>
    <w:rsid w:val="00F44044"/>
    <w:rsid w:val="00F473A5"/>
    <w:rsid w:val="00F501E7"/>
    <w:rsid w:val="00F763C7"/>
    <w:rsid w:val="00F856EF"/>
    <w:rsid w:val="00F85E0F"/>
    <w:rsid w:val="00F91015"/>
    <w:rsid w:val="00FA54D7"/>
    <w:rsid w:val="00FC137B"/>
    <w:rsid w:val="00FC66E9"/>
    <w:rsid w:val="00FF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2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9F69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F6981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555B93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802374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0237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118</TotalTime>
  <Pages>2</Pages>
  <Words>397</Words>
  <Characters>2266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31</cp:revision>
  <cp:lastPrinted>2017-04-26T12:51:00Z</cp:lastPrinted>
  <dcterms:created xsi:type="dcterms:W3CDTF">2014-08-04T12:54:00Z</dcterms:created>
  <dcterms:modified xsi:type="dcterms:W3CDTF">2017-04-26T12:51:00Z</dcterms:modified>
</cp:coreProperties>
</file>