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716"/>
        <w:gridCol w:w="3662"/>
        <w:gridCol w:w="2683"/>
      </w:tblGrid>
      <w:tr w:rsidR="00590BED" w:rsidRPr="002F4D30" w:rsidTr="002F4D30"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590BED" w:rsidRPr="002F4D30" w:rsidRDefault="00590BED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590BED" w:rsidRPr="002F4D30" w:rsidRDefault="00590BED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590BED" w:rsidRPr="002F4D30" w:rsidRDefault="00590BED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2244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4pt;height:1in;visibility:visible">
                  <v:imagedata r:id="rId5" o:title=""/>
                </v:shape>
              </w:pict>
            </w:r>
          </w:p>
          <w:p w:rsidR="00590BED" w:rsidRPr="002F4D30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0BED" w:rsidRPr="002F4D30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90BED" w:rsidRPr="002F4D30" w:rsidRDefault="00590BED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590BED" w:rsidRPr="002F4D30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>икт овмöдчöминса</w:t>
            </w:r>
          </w:p>
          <w:p w:rsidR="00590BED" w:rsidRPr="002F4D30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BED" w:rsidRPr="002F4D30" w:rsidTr="002F4D30"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90BED" w:rsidRPr="002F4D30" w:rsidRDefault="00590BED" w:rsidP="009F6981">
            <w:pPr>
              <w:pStyle w:val="Heading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BED" w:rsidRPr="002F4D30" w:rsidTr="002F4D30"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BED" w:rsidRPr="002F4D30" w:rsidTr="002F4D30"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90BED" w:rsidRPr="002F4D30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590BED" w:rsidRPr="002F4D30" w:rsidRDefault="00590BED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BED" w:rsidRPr="00E5566B" w:rsidRDefault="00590BED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590BED" w:rsidRPr="00F85E0F" w:rsidTr="002F4D30">
        <w:tc>
          <w:tcPr>
            <w:tcW w:w="533" w:type="dxa"/>
          </w:tcPr>
          <w:p w:rsidR="00590BED" w:rsidRPr="00F85E0F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590BED" w:rsidRPr="00F85E0F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55" w:type="dxa"/>
          </w:tcPr>
          <w:p w:rsidR="00590BED" w:rsidRPr="00F85E0F" w:rsidRDefault="00590BED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776" w:type="dxa"/>
          </w:tcPr>
          <w:p w:rsidR="00590BED" w:rsidRPr="00F85E0F" w:rsidRDefault="00590BED" w:rsidP="00E23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84" w:type="dxa"/>
          </w:tcPr>
          <w:p w:rsidR="00590BED" w:rsidRPr="00F85E0F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590BED" w:rsidRPr="00F85E0F" w:rsidRDefault="00590BED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590BED" w:rsidRPr="00F85E0F" w:rsidRDefault="00590BED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590BED" w:rsidRPr="00F85E0F" w:rsidRDefault="00590BED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>с. Трусово Усть – Цилемский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</w:tblGrid>
      <w:tr w:rsidR="00590BED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90BED" w:rsidRPr="00F85E0F" w:rsidRDefault="00590BED" w:rsidP="002F4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Трусово» за первое полугодие 2020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90BED" w:rsidRPr="00F85E0F" w:rsidRDefault="00590BED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590BED" w:rsidRPr="00F85E0F" w:rsidRDefault="00590BED" w:rsidP="00DB3642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590BED" w:rsidRPr="00F85E0F" w:rsidRDefault="00590BED" w:rsidP="00147FA8">
      <w:pPr>
        <w:jc w:val="both"/>
        <w:rPr>
          <w:rFonts w:ascii="Times New Roman" w:hAnsi="Times New Roman"/>
          <w:sz w:val="28"/>
          <w:szCs w:val="28"/>
        </w:rPr>
      </w:pPr>
    </w:p>
    <w:p w:rsidR="00590BED" w:rsidRPr="00F85E0F" w:rsidRDefault="00590BED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</w:t>
      </w:r>
      <w:r>
        <w:rPr>
          <w:sz w:val="28"/>
          <w:szCs w:val="28"/>
        </w:rPr>
        <w:t>Трусово» за  первое полугодие 2020</w:t>
      </w:r>
      <w:r w:rsidRPr="00F85E0F">
        <w:rPr>
          <w:sz w:val="28"/>
          <w:szCs w:val="28"/>
        </w:rPr>
        <w:t xml:space="preserve"> го</w:t>
      </w:r>
      <w:r>
        <w:rPr>
          <w:sz w:val="28"/>
          <w:szCs w:val="28"/>
        </w:rPr>
        <w:t>да по доходам в сумме 5330880,60</w:t>
      </w:r>
      <w:r w:rsidRPr="00F85E0F">
        <w:rPr>
          <w:sz w:val="28"/>
          <w:szCs w:val="28"/>
        </w:rPr>
        <w:t xml:space="preserve"> руб. </w:t>
      </w:r>
      <w:r>
        <w:rPr>
          <w:sz w:val="28"/>
          <w:szCs w:val="28"/>
        </w:rPr>
        <w:t>и по расходам в сумме 5126367,60</w:t>
      </w:r>
      <w:r w:rsidRPr="00F85E0F">
        <w:rPr>
          <w:sz w:val="28"/>
          <w:szCs w:val="28"/>
        </w:rPr>
        <w:t xml:space="preserve"> руб. с превышением доходов на</w:t>
      </w:r>
      <w:r>
        <w:rPr>
          <w:sz w:val="28"/>
          <w:szCs w:val="28"/>
        </w:rPr>
        <w:t>д расходами (профицит) в сумме 204513,00</w:t>
      </w:r>
      <w:r w:rsidRPr="00F85E0F">
        <w:rPr>
          <w:sz w:val="28"/>
          <w:szCs w:val="28"/>
        </w:rPr>
        <w:t xml:space="preserve">  руб. и со следующими показателями:</w:t>
      </w:r>
    </w:p>
    <w:p w:rsidR="00590BED" w:rsidRPr="00F85E0F" w:rsidRDefault="00590BED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первое полугодие 2020</w:t>
      </w:r>
      <w:r w:rsidRPr="00F85E0F">
        <w:rPr>
          <w:rFonts w:ascii="Times New Roman" w:hAnsi="Times New Roman"/>
          <w:sz w:val="28"/>
          <w:szCs w:val="28"/>
        </w:rPr>
        <w:t xml:space="preserve"> года  по кодам классификации доходов бюджетов в суммах согласно приложению  1 к настоящему решению;</w:t>
      </w:r>
    </w:p>
    <w:p w:rsidR="00590BED" w:rsidRPr="00F85E0F" w:rsidRDefault="00590BED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первое полугодие 2020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 2 к настоящему решению;</w:t>
      </w:r>
    </w:p>
    <w:p w:rsidR="00590BED" w:rsidRPr="00F85E0F" w:rsidRDefault="00590BED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первое полугодие 2020</w:t>
      </w:r>
      <w:r w:rsidRPr="00F85E0F">
        <w:rPr>
          <w:rFonts w:ascii="Times New Roman" w:hAnsi="Times New Roman"/>
          <w:sz w:val="28"/>
          <w:szCs w:val="28"/>
        </w:rPr>
        <w:t xml:space="preserve"> года по разделам, подразделам классификации расходов бюджетов Российской Федерации согласно приложению  3  к настоящему решению;</w:t>
      </w:r>
    </w:p>
    <w:p w:rsidR="00590BED" w:rsidRPr="00F85E0F" w:rsidRDefault="00590BED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первое полугодие 2020</w:t>
      </w:r>
      <w:r w:rsidRPr="00F85E0F">
        <w:rPr>
          <w:rFonts w:ascii="Times New Roman" w:hAnsi="Times New Roman"/>
          <w:sz w:val="28"/>
          <w:szCs w:val="28"/>
        </w:rPr>
        <w:t xml:space="preserve"> года по ведомственной структуре  расходов  бюджета муниципального образования сельского поселения «Трусово»  согласно приложению  4 к настоящему решению;</w:t>
      </w:r>
    </w:p>
    <w:p w:rsidR="00590BED" w:rsidRPr="00F85E0F" w:rsidRDefault="00590BED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первое полугодие 2020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классификации источников финансирования дефицитов бюджетов  согласно приложению 5 к настоящему решению.</w:t>
      </w:r>
    </w:p>
    <w:p w:rsidR="00590BED" w:rsidRPr="00F85E0F" w:rsidRDefault="00590BED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первое полугодие 2020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 бюджетов  согласно приложению 6 к настоящему решению.</w:t>
      </w: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046"/>
        <w:gridCol w:w="4076"/>
        <w:gridCol w:w="1939"/>
      </w:tblGrid>
      <w:tr w:rsidR="00590BED" w:rsidRPr="00F85E0F" w:rsidTr="00481FD5">
        <w:tc>
          <w:tcPr>
            <w:tcW w:w="3190" w:type="dxa"/>
          </w:tcPr>
          <w:p w:rsidR="00590BED" w:rsidRPr="00F85E0F" w:rsidRDefault="00590BED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Глава сельского</w:t>
            </w:r>
          </w:p>
          <w:p w:rsidR="00590BED" w:rsidRPr="00F85E0F" w:rsidRDefault="00590BED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поселения   «Трусово»</w:t>
            </w:r>
          </w:p>
        </w:tc>
        <w:tc>
          <w:tcPr>
            <w:tcW w:w="4431" w:type="dxa"/>
          </w:tcPr>
          <w:p w:rsidR="00590BED" w:rsidRPr="00F85E0F" w:rsidRDefault="00590BED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590BED" w:rsidRPr="00F85E0F" w:rsidRDefault="00590BED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  <w:p w:rsidR="00590BED" w:rsidRPr="00F85E0F" w:rsidRDefault="00590BED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Е.М.Дуркина</w:t>
            </w:r>
          </w:p>
        </w:tc>
      </w:tr>
    </w:tbl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Pr="00F85E0F" w:rsidRDefault="00590BED" w:rsidP="003F23A4">
      <w:pPr>
        <w:pStyle w:val="NoSpacing"/>
        <w:jc w:val="both"/>
        <w:rPr>
          <w:sz w:val="28"/>
          <w:szCs w:val="28"/>
        </w:rPr>
      </w:pPr>
    </w:p>
    <w:p w:rsidR="00590BED" w:rsidRDefault="00590BED" w:rsidP="00555B93">
      <w:pPr>
        <w:pStyle w:val="NoSpacing"/>
        <w:jc w:val="right"/>
        <w:rPr>
          <w:sz w:val="28"/>
          <w:szCs w:val="28"/>
        </w:rPr>
      </w:pPr>
    </w:p>
    <w:sectPr w:rsidR="00590BED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374"/>
    <w:rsid w:val="000053DA"/>
    <w:rsid w:val="0002085B"/>
    <w:rsid w:val="000233B1"/>
    <w:rsid w:val="00036B9A"/>
    <w:rsid w:val="00047223"/>
    <w:rsid w:val="00054ACE"/>
    <w:rsid w:val="00056A2A"/>
    <w:rsid w:val="00072901"/>
    <w:rsid w:val="000B1F93"/>
    <w:rsid w:val="000B4DD7"/>
    <w:rsid w:val="000C0E4B"/>
    <w:rsid w:val="000D434D"/>
    <w:rsid w:val="000D59D6"/>
    <w:rsid w:val="000E0A9E"/>
    <w:rsid w:val="000F0416"/>
    <w:rsid w:val="000F218C"/>
    <w:rsid w:val="001028FE"/>
    <w:rsid w:val="00130835"/>
    <w:rsid w:val="00142872"/>
    <w:rsid w:val="00147FA8"/>
    <w:rsid w:val="00165803"/>
    <w:rsid w:val="00177223"/>
    <w:rsid w:val="0019098D"/>
    <w:rsid w:val="001917EC"/>
    <w:rsid w:val="001A2B59"/>
    <w:rsid w:val="001C20E8"/>
    <w:rsid w:val="001D46FB"/>
    <w:rsid w:val="00202059"/>
    <w:rsid w:val="0020494B"/>
    <w:rsid w:val="002122F0"/>
    <w:rsid w:val="00231CD2"/>
    <w:rsid w:val="00240294"/>
    <w:rsid w:val="002665F5"/>
    <w:rsid w:val="00277A05"/>
    <w:rsid w:val="00280CEE"/>
    <w:rsid w:val="00285CA7"/>
    <w:rsid w:val="0028632F"/>
    <w:rsid w:val="002A0702"/>
    <w:rsid w:val="002A32E7"/>
    <w:rsid w:val="002B7D99"/>
    <w:rsid w:val="002C64AA"/>
    <w:rsid w:val="002C7A70"/>
    <w:rsid w:val="002D0083"/>
    <w:rsid w:val="002D4E3E"/>
    <w:rsid w:val="002D7B42"/>
    <w:rsid w:val="002E2345"/>
    <w:rsid w:val="002F4D30"/>
    <w:rsid w:val="002F549F"/>
    <w:rsid w:val="003000F7"/>
    <w:rsid w:val="0030598B"/>
    <w:rsid w:val="00320FE3"/>
    <w:rsid w:val="00323096"/>
    <w:rsid w:val="003320FD"/>
    <w:rsid w:val="0034272F"/>
    <w:rsid w:val="003472B3"/>
    <w:rsid w:val="003823C6"/>
    <w:rsid w:val="003A060F"/>
    <w:rsid w:val="003A4429"/>
    <w:rsid w:val="003B1109"/>
    <w:rsid w:val="003F23A4"/>
    <w:rsid w:val="003F4656"/>
    <w:rsid w:val="004240B2"/>
    <w:rsid w:val="00440FDB"/>
    <w:rsid w:val="00460331"/>
    <w:rsid w:val="00466095"/>
    <w:rsid w:val="00470BBE"/>
    <w:rsid w:val="004764B6"/>
    <w:rsid w:val="00481FD5"/>
    <w:rsid w:val="00494343"/>
    <w:rsid w:val="00496865"/>
    <w:rsid w:val="004A5DFD"/>
    <w:rsid w:val="004B029E"/>
    <w:rsid w:val="004C5639"/>
    <w:rsid w:val="004E4A76"/>
    <w:rsid w:val="004F272C"/>
    <w:rsid w:val="004F5978"/>
    <w:rsid w:val="0050301D"/>
    <w:rsid w:val="00510318"/>
    <w:rsid w:val="005112DC"/>
    <w:rsid w:val="00525916"/>
    <w:rsid w:val="00532C8F"/>
    <w:rsid w:val="005335D4"/>
    <w:rsid w:val="00541D65"/>
    <w:rsid w:val="005435BD"/>
    <w:rsid w:val="00555B93"/>
    <w:rsid w:val="00561E5C"/>
    <w:rsid w:val="005726E2"/>
    <w:rsid w:val="00585F24"/>
    <w:rsid w:val="00586E19"/>
    <w:rsid w:val="00590BED"/>
    <w:rsid w:val="00592170"/>
    <w:rsid w:val="005B00BD"/>
    <w:rsid w:val="005C27FF"/>
    <w:rsid w:val="005D2EDC"/>
    <w:rsid w:val="005E024C"/>
    <w:rsid w:val="005E607D"/>
    <w:rsid w:val="005F63B7"/>
    <w:rsid w:val="005F748A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A44EB"/>
    <w:rsid w:val="006B3BBB"/>
    <w:rsid w:val="006B76F5"/>
    <w:rsid w:val="006C2FE8"/>
    <w:rsid w:val="006D0718"/>
    <w:rsid w:val="00731A25"/>
    <w:rsid w:val="007402E3"/>
    <w:rsid w:val="00760FFE"/>
    <w:rsid w:val="00774F08"/>
    <w:rsid w:val="007855A7"/>
    <w:rsid w:val="007917E4"/>
    <w:rsid w:val="007A2B22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0F87"/>
    <w:rsid w:val="008219E9"/>
    <w:rsid w:val="00824A41"/>
    <w:rsid w:val="00830CE5"/>
    <w:rsid w:val="00835772"/>
    <w:rsid w:val="00852CC2"/>
    <w:rsid w:val="008565FA"/>
    <w:rsid w:val="00862945"/>
    <w:rsid w:val="008767A7"/>
    <w:rsid w:val="008767B8"/>
    <w:rsid w:val="008822A7"/>
    <w:rsid w:val="0088403A"/>
    <w:rsid w:val="00894552"/>
    <w:rsid w:val="00895D8C"/>
    <w:rsid w:val="0089623E"/>
    <w:rsid w:val="008B3097"/>
    <w:rsid w:val="008C3033"/>
    <w:rsid w:val="008D395D"/>
    <w:rsid w:val="00912244"/>
    <w:rsid w:val="009233C0"/>
    <w:rsid w:val="00942AE4"/>
    <w:rsid w:val="00956EB5"/>
    <w:rsid w:val="009634F4"/>
    <w:rsid w:val="009903FC"/>
    <w:rsid w:val="00992395"/>
    <w:rsid w:val="009946D0"/>
    <w:rsid w:val="009C5F39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846C5"/>
    <w:rsid w:val="00A84D2E"/>
    <w:rsid w:val="00A91722"/>
    <w:rsid w:val="00A967B1"/>
    <w:rsid w:val="00AA6BB7"/>
    <w:rsid w:val="00AB3F9D"/>
    <w:rsid w:val="00AC3051"/>
    <w:rsid w:val="00AD0596"/>
    <w:rsid w:val="00AD6BC9"/>
    <w:rsid w:val="00AE0B60"/>
    <w:rsid w:val="00AF0C0D"/>
    <w:rsid w:val="00B467F9"/>
    <w:rsid w:val="00B601E1"/>
    <w:rsid w:val="00B761EF"/>
    <w:rsid w:val="00BA4DBB"/>
    <w:rsid w:val="00BB71E9"/>
    <w:rsid w:val="00BC273F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903FB"/>
    <w:rsid w:val="00CD2030"/>
    <w:rsid w:val="00CD6F8F"/>
    <w:rsid w:val="00CD7838"/>
    <w:rsid w:val="00CE2655"/>
    <w:rsid w:val="00CE66EB"/>
    <w:rsid w:val="00CF4130"/>
    <w:rsid w:val="00D21ED2"/>
    <w:rsid w:val="00D2730E"/>
    <w:rsid w:val="00D358C6"/>
    <w:rsid w:val="00D54827"/>
    <w:rsid w:val="00D733F5"/>
    <w:rsid w:val="00D83103"/>
    <w:rsid w:val="00DB3642"/>
    <w:rsid w:val="00DB4B36"/>
    <w:rsid w:val="00DC23FD"/>
    <w:rsid w:val="00DD3281"/>
    <w:rsid w:val="00DD64AF"/>
    <w:rsid w:val="00DE5C4C"/>
    <w:rsid w:val="00DF133F"/>
    <w:rsid w:val="00E236AF"/>
    <w:rsid w:val="00E26E6E"/>
    <w:rsid w:val="00E31AD3"/>
    <w:rsid w:val="00E342CF"/>
    <w:rsid w:val="00E5566B"/>
    <w:rsid w:val="00E735DA"/>
    <w:rsid w:val="00EA3198"/>
    <w:rsid w:val="00EC29FB"/>
    <w:rsid w:val="00EC62D1"/>
    <w:rsid w:val="00F11659"/>
    <w:rsid w:val="00F142FB"/>
    <w:rsid w:val="00F159CA"/>
    <w:rsid w:val="00F16FE4"/>
    <w:rsid w:val="00F44044"/>
    <w:rsid w:val="00F473A5"/>
    <w:rsid w:val="00F501E7"/>
    <w:rsid w:val="00F55C8F"/>
    <w:rsid w:val="00F763C7"/>
    <w:rsid w:val="00F84056"/>
    <w:rsid w:val="00F856EF"/>
    <w:rsid w:val="00F85E0F"/>
    <w:rsid w:val="00F86485"/>
    <w:rsid w:val="00F91015"/>
    <w:rsid w:val="00FA1547"/>
    <w:rsid w:val="00FA54D7"/>
    <w:rsid w:val="00FC137B"/>
    <w:rsid w:val="00FC66E9"/>
    <w:rsid w:val="00FE3762"/>
    <w:rsid w:val="00FF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2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9F69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F6981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555B93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802374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0237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127</TotalTime>
  <Pages>2</Pages>
  <Words>399</Words>
  <Characters>2277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42</cp:revision>
  <cp:lastPrinted>2017-04-26T12:51:00Z</cp:lastPrinted>
  <dcterms:created xsi:type="dcterms:W3CDTF">2014-08-04T12:54:00Z</dcterms:created>
  <dcterms:modified xsi:type="dcterms:W3CDTF">2020-07-13T08:04:00Z</dcterms:modified>
</cp:coreProperties>
</file>