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2716"/>
        <w:gridCol w:w="3662"/>
        <w:gridCol w:w="2683"/>
      </w:tblGrid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2F4D30">
              <w:rPr>
                <w:rFonts w:ascii="Times New Roman" w:hAnsi="Times New Roman"/>
                <w:sz w:val="28"/>
                <w:szCs w:val="28"/>
              </w:rPr>
              <w:t>Трусово</w:t>
            </w:r>
            <w:proofErr w:type="spellEnd"/>
            <w:r w:rsidRPr="002F4D3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E453C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4pt;height:1in;visibility:visible">
                  <v:imagedata r:id="rId5" o:title=""/>
                </v:shape>
              </w:pic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 xml:space="preserve">икт </w:t>
            </w:r>
            <w:proofErr w:type="spellStart"/>
            <w:r w:rsidRPr="002F4D30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9F6981">
            <w:pPr>
              <w:pStyle w:val="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5F39" w:rsidRPr="00E5566B" w:rsidRDefault="009C5F39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 w:firstRow="1" w:lastRow="0" w:firstColumn="1" w:lastColumn="0" w:noHBand="0" w:noVBand="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9C5F39" w:rsidRPr="00F85E0F" w:rsidTr="002F4D30">
        <w:tc>
          <w:tcPr>
            <w:tcW w:w="533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9C5F39" w:rsidRPr="00F85E0F" w:rsidRDefault="006A5406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55" w:type="dxa"/>
          </w:tcPr>
          <w:p w:rsidR="009C5F39" w:rsidRPr="00F85E0F" w:rsidRDefault="009C5F39" w:rsidP="0051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апреля</w:t>
            </w:r>
          </w:p>
        </w:tc>
        <w:tc>
          <w:tcPr>
            <w:tcW w:w="776" w:type="dxa"/>
          </w:tcPr>
          <w:p w:rsidR="009C5F39" w:rsidRPr="00F85E0F" w:rsidRDefault="009C5F39" w:rsidP="006A54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A54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4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9C5F39" w:rsidRPr="00F85E0F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с.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Усть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–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Цилемский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</w:tblGrid>
      <w:tr w:rsidR="009C5F39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C5F39" w:rsidRPr="00F85E0F" w:rsidRDefault="009C5F39" w:rsidP="006A5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Трусово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за первый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квартал  202</w:t>
            </w:r>
            <w:r w:rsidR="006A5406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F85E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9C5F39" w:rsidRPr="00F85E0F" w:rsidRDefault="009C5F39" w:rsidP="00DB3642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</w:t>
      </w:r>
      <w:proofErr w:type="gramStart"/>
      <w:r w:rsidRPr="00F85E0F">
        <w:rPr>
          <w:sz w:val="28"/>
          <w:szCs w:val="28"/>
        </w:rPr>
        <w:t>основании  пункта</w:t>
      </w:r>
      <w:proofErr w:type="gramEnd"/>
      <w:r w:rsidRPr="00F85E0F">
        <w:rPr>
          <w:sz w:val="28"/>
          <w:szCs w:val="28"/>
        </w:rPr>
        <w:t xml:space="preserve"> 5 статьи 264.2. Бюджетного кодекса Российской Федерации от 31.07.1996 года № 145</w:t>
      </w:r>
    </w:p>
    <w:p w:rsidR="009C5F39" w:rsidRPr="00F85E0F" w:rsidRDefault="009C5F39" w:rsidP="00147FA8">
      <w:pPr>
        <w:jc w:val="both"/>
        <w:rPr>
          <w:rFonts w:ascii="Times New Roman" w:hAnsi="Times New Roman"/>
          <w:sz w:val="28"/>
          <w:szCs w:val="28"/>
        </w:rPr>
      </w:pPr>
    </w:p>
    <w:p w:rsidR="009C5F39" w:rsidRPr="00F85E0F" w:rsidRDefault="009C5F39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>ПОСТАНОВЛЯЮ: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</w:t>
      </w:r>
      <w:proofErr w:type="spellStart"/>
      <w:r>
        <w:rPr>
          <w:sz w:val="28"/>
          <w:szCs w:val="28"/>
        </w:rPr>
        <w:t>Трусово</w:t>
      </w:r>
      <w:proofErr w:type="spell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  первый</w:t>
      </w:r>
      <w:proofErr w:type="gramEnd"/>
      <w:r>
        <w:rPr>
          <w:sz w:val="28"/>
          <w:szCs w:val="28"/>
        </w:rPr>
        <w:t xml:space="preserve"> квартал 202</w:t>
      </w:r>
      <w:r w:rsidR="006A5406">
        <w:rPr>
          <w:sz w:val="28"/>
          <w:szCs w:val="28"/>
        </w:rPr>
        <w:t>1</w:t>
      </w:r>
      <w:r w:rsidRPr="00F85E0F">
        <w:rPr>
          <w:sz w:val="28"/>
          <w:szCs w:val="28"/>
        </w:rPr>
        <w:t xml:space="preserve"> го</w:t>
      </w:r>
      <w:r>
        <w:rPr>
          <w:sz w:val="28"/>
          <w:szCs w:val="28"/>
        </w:rPr>
        <w:t>да по доходам в сумме 2</w:t>
      </w:r>
      <w:r w:rsidR="00E453C3">
        <w:rPr>
          <w:sz w:val="28"/>
          <w:szCs w:val="28"/>
        </w:rPr>
        <w:t>303836,93</w:t>
      </w:r>
      <w:r w:rsidR="006A5406">
        <w:rPr>
          <w:sz w:val="28"/>
          <w:szCs w:val="28"/>
        </w:rPr>
        <w:t xml:space="preserve"> р</w:t>
      </w:r>
      <w:r w:rsidRPr="00F85E0F">
        <w:rPr>
          <w:sz w:val="28"/>
          <w:szCs w:val="28"/>
        </w:rPr>
        <w:t xml:space="preserve">уб. </w:t>
      </w:r>
      <w:r w:rsidR="006A5406">
        <w:rPr>
          <w:sz w:val="28"/>
          <w:szCs w:val="28"/>
        </w:rPr>
        <w:t>и по расходам в сумме 1962567,25</w:t>
      </w:r>
      <w:r w:rsidRPr="00F85E0F">
        <w:rPr>
          <w:sz w:val="28"/>
          <w:szCs w:val="28"/>
        </w:rPr>
        <w:t xml:space="preserve"> руб. с превышением доходов на</w:t>
      </w:r>
      <w:r>
        <w:rPr>
          <w:sz w:val="28"/>
          <w:szCs w:val="28"/>
        </w:rPr>
        <w:t xml:space="preserve">д расходами (профицит) в сумме </w:t>
      </w:r>
      <w:r w:rsidR="00E453C3">
        <w:rPr>
          <w:sz w:val="28"/>
          <w:szCs w:val="28"/>
        </w:rPr>
        <w:t>341269,68</w:t>
      </w:r>
      <w:bookmarkStart w:id="0" w:name="_GoBack"/>
      <w:bookmarkEnd w:id="0"/>
      <w:r w:rsidRPr="00F85E0F">
        <w:rPr>
          <w:sz w:val="28"/>
          <w:szCs w:val="28"/>
        </w:rPr>
        <w:t xml:space="preserve">  руб. и со следующими показателями: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Трусово</w:t>
      </w:r>
      <w:proofErr w:type="spellEnd"/>
      <w:r>
        <w:rPr>
          <w:rFonts w:ascii="Times New Roman" w:hAnsi="Times New Roman"/>
          <w:sz w:val="28"/>
          <w:szCs w:val="28"/>
        </w:rPr>
        <w:t>» за первый квартал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5E0F">
        <w:rPr>
          <w:rFonts w:ascii="Times New Roman" w:hAnsi="Times New Roman"/>
          <w:sz w:val="28"/>
          <w:szCs w:val="28"/>
        </w:rPr>
        <w:t>года  по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кодам классификации доходов бюджетов в суммах согласно приложению 1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Трусово</w:t>
      </w:r>
      <w:proofErr w:type="spellEnd"/>
      <w:r>
        <w:rPr>
          <w:rFonts w:ascii="Times New Roman" w:hAnsi="Times New Roman"/>
          <w:sz w:val="28"/>
          <w:szCs w:val="28"/>
        </w:rPr>
        <w:t>» за первый квартал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Трусово</w:t>
      </w:r>
      <w:proofErr w:type="spellEnd"/>
      <w:r>
        <w:rPr>
          <w:rFonts w:ascii="Times New Roman" w:hAnsi="Times New Roman"/>
          <w:sz w:val="28"/>
          <w:szCs w:val="28"/>
        </w:rPr>
        <w:t>» за первый квартал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разделам, подразделам </w:t>
      </w:r>
      <w:r w:rsidRPr="00F85E0F">
        <w:rPr>
          <w:rFonts w:ascii="Times New Roman" w:hAnsi="Times New Roman"/>
          <w:sz w:val="28"/>
          <w:szCs w:val="28"/>
        </w:rPr>
        <w:lastRenderedPageBreak/>
        <w:t xml:space="preserve">классификации расходов бюджетов Российской Федерации согласно </w:t>
      </w:r>
      <w:proofErr w:type="gramStart"/>
      <w:r w:rsidRPr="00F85E0F">
        <w:rPr>
          <w:rFonts w:ascii="Times New Roman" w:hAnsi="Times New Roman"/>
          <w:sz w:val="28"/>
          <w:szCs w:val="28"/>
        </w:rPr>
        <w:t>приложению  3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</w:t>
      </w:r>
      <w:proofErr w:type="gramStart"/>
      <w:r w:rsidRPr="00F85E0F">
        <w:rPr>
          <w:rFonts w:ascii="Times New Roman" w:hAnsi="Times New Roman"/>
          <w:sz w:val="28"/>
          <w:szCs w:val="28"/>
        </w:rPr>
        <w:t>по  расходам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Трусово</w:t>
      </w:r>
      <w:proofErr w:type="spellEnd"/>
      <w:r>
        <w:rPr>
          <w:rFonts w:ascii="Times New Roman" w:hAnsi="Times New Roman"/>
          <w:sz w:val="28"/>
          <w:szCs w:val="28"/>
        </w:rPr>
        <w:t>» за первый квартал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ведомственной структуре  расходов 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>»  согласно приложению  4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</w:t>
      </w:r>
      <w:proofErr w:type="gramStart"/>
      <w:r w:rsidRPr="00F85E0F">
        <w:rPr>
          <w:rFonts w:ascii="Times New Roman" w:hAnsi="Times New Roman"/>
          <w:sz w:val="28"/>
          <w:szCs w:val="28"/>
        </w:rPr>
        <w:t>источникам  финансирования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Трусово</w:t>
      </w:r>
      <w:proofErr w:type="spellEnd"/>
      <w:r>
        <w:rPr>
          <w:rFonts w:ascii="Times New Roman" w:hAnsi="Times New Roman"/>
          <w:sz w:val="28"/>
          <w:szCs w:val="28"/>
        </w:rPr>
        <w:t>» за первый квартал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классификации источников финансирования дефицитов бюджетов  согласно приложению 5 к настоящему решению.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</w:t>
      </w:r>
      <w:proofErr w:type="gramStart"/>
      <w:r w:rsidRPr="00F85E0F">
        <w:rPr>
          <w:rFonts w:ascii="Times New Roman" w:hAnsi="Times New Roman"/>
          <w:sz w:val="28"/>
          <w:szCs w:val="28"/>
        </w:rPr>
        <w:t>источникам  финансирования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Трусово</w:t>
      </w:r>
      <w:proofErr w:type="spellEnd"/>
      <w:r>
        <w:rPr>
          <w:rFonts w:ascii="Times New Roman" w:hAnsi="Times New Roman"/>
          <w:sz w:val="28"/>
          <w:szCs w:val="28"/>
        </w:rPr>
        <w:t>» за первый квартал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 бюджетов  согласно приложению 6 к настоящему решению.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</w:t>
      </w:r>
      <w:proofErr w:type="spellStart"/>
      <w:proofErr w:type="gramStart"/>
      <w:r w:rsidRPr="00F85E0F">
        <w:rPr>
          <w:sz w:val="28"/>
          <w:szCs w:val="28"/>
        </w:rPr>
        <w:t>Трусово</w:t>
      </w:r>
      <w:proofErr w:type="spellEnd"/>
      <w:r w:rsidRPr="00F85E0F">
        <w:rPr>
          <w:sz w:val="28"/>
          <w:szCs w:val="28"/>
        </w:rPr>
        <w:t>»  в</w:t>
      </w:r>
      <w:proofErr w:type="gramEnd"/>
      <w:r w:rsidRPr="00F85E0F">
        <w:rPr>
          <w:sz w:val="28"/>
          <w:szCs w:val="28"/>
        </w:rPr>
        <w:t xml:space="preserve"> сети «Интернет».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46"/>
        <w:gridCol w:w="4076"/>
        <w:gridCol w:w="1939"/>
      </w:tblGrid>
      <w:tr w:rsidR="009C5F39" w:rsidRPr="00F85E0F" w:rsidTr="00481FD5">
        <w:tc>
          <w:tcPr>
            <w:tcW w:w="3190" w:type="dxa"/>
          </w:tcPr>
          <w:p w:rsidR="009C5F39" w:rsidRPr="00F85E0F" w:rsidRDefault="009C5F39" w:rsidP="003F23A4">
            <w:pPr>
              <w:pStyle w:val="a6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Глава сельского</w:t>
            </w:r>
          </w:p>
          <w:p w:rsidR="009C5F39" w:rsidRPr="00F85E0F" w:rsidRDefault="009C5F39" w:rsidP="003F23A4">
            <w:pPr>
              <w:pStyle w:val="a6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поселения</w:t>
            </w:r>
            <w:proofErr w:type="gramStart"/>
            <w:r w:rsidRPr="00F85E0F">
              <w:rPr>
                <w:sz w:val="28"/>
                <w:szCs w:val="28"/>
              </w:rPr>
              <w:t xml:space="preserve">   «</w:t>
            </w:r>
            <w:proofErr w:type="spellStart"/>
            <w:proofErr w:type="gramEnd"/>
            <w:r w:rsidRPr="00F85E0F">
              <w:rPr>
                <w:sz w:val="28"/>
                <w:szCs w:val="28"/>
              </w:rPr>
              <w:t>Трусово</w:t>
            </w:r>
            <w:proofErr w:type="spellEnd"/>
            <w:r w:rsidRPr="00F85E0F">
              <w:rPr>
                <w:sz w:val="28"/>
                <w:szCs w:val="28"/>
              </w:rPr>
              <w:t>»</w:t>
            </w:r>
          </w:p>
        </w:tc>
        <w:tc>
          <w:tcPr>
            <w:tcW w:w="4431" w:type="dxa"/>
          </w:tcPr>
          <w:p w:rsidR="009C5F39" w:rsidRPr="00F85E0F" w:rsidRDefault="009C5F39" w:rsidP="003F23A4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9C5F39" w:rsidRPr="00F85E0F" w:rsidRDefault="009C5F39" w:rsidP="003F23A4">
            <w:pPr>
              <w:pStyle w:val="a6"/>
              <w:jc w:val="both"/>
              <w:rPr>
                <w:sz w:val="28"/>
                <w:szCs w:val="28"/>
              </w:rPr>
            </w:pPr>
          </w:p>
          <w:p w:rsidR="009C5F39" w:rsidRPr="00F85E0F" w:rsidRDefault="009C5F39" w:rsidP="003F23A4">
            <w:pPr>
              <w:pStyle w:val="a6"/>
              <w:jc w:val="both"/>
              <w:rPr>
                <w:sz w:val="28"/>
                <w:szCs w:val="28"/>
              </w:rPr>
            </w:pPr>
            <w:proofErr w:type="spellStart"/>
            <w:r w:rsidRPr="00F85E0F">
              <w:rPr>
                <w:sz w:val="28"/>
                <w:szCs w:val="28"/>
              </w:rPr>
              <w:t>Е.М.Дуркина</w:t>
            </w:r>
            <w:proofErr w:type="spellEnd"/>
          </w:p>
        </w:tc>
      </w:tr>
    </w:tbl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Default="009C5F39" w:rsidP="00555B93">
      <w:pPr>
        <w:pStyle w:val="a6"/>
        <w:jc w:val="right"/>
        <w:rPr>
          <w:sz w:val="28"/>
          <w:szCs w:val="28"/>
        </w:rPr>
      </w:pPr>
    </w:p>
    <w:sectPr w:rsidR="009C5F39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74"/>
    <w:rsid w:val="000053DA"/>
    <w:rsid w:val="0002085B"/>
    <w:rsid w:val="000233B1"/>
    <w:rsid w:val="00036B9A"/>
    <w:rsid w:val="00047223"/>
    <w:rsid w:val="00054ACE"/>
    <w:rsid w:val="00056A2A"/>
    <w:rsid w:val="00072901"/>
    <w:rsid w:val="000B1F93"/>
    <w:rsid w:val="000B4DD7"/>
    <w:rsid w:val="000C0E4B"/>
    <w:rsid w:val="000D434D"/>
    <w:rsid w:val="000D59D6"/>
    <w:rsid w:val="000E0A9E"/>
    <w:rsid w:val="000F0416"/>
    <w:rsid w:val="000F218C"/>
    <w:rsid w:val="001028FE"/>
    <w:rsid w:val="00130835"/>
    <w:rsid w:val="00142872"/>
    <w:rsid w:val="00147FA8"/>
    <w:rsid w:val="00165803"/>
    <w:rsid w:val="00177223"/>
    <w:rsid w:val="0019098D"/>
    <w:rsid w:val="001917EC"/>
    <w:rsid w:val="001A2B59"/>
    <w:rsid w:val="001C20E8"/>
    <w:rsid w:val="001D46FB"/>
    <w:rsid w:val="0020494B"/>
    <w:rsid w:val="002122F0"/>
    <w:rsid w:val="00231CD2"/>
    <w:rsid w:val="00240294"/>
    <w:rsid w:val="002665F5"/>
    <w:rsid w:val="00277A05"/>
    <w:rsid w:val="00285CA7"/>
    <w:rsid w:val="0028632F"/>
    <w:rsid w:val="002A0702"/>
    <w:rsid w:val="002A32E7"/>
    <w:rsid w:val="002B7D99"/>
    <w:rsid w:val="002C7A70"/>
    <w:rsid w:val="002D4E3E"/>
    <w:rsid w:val="002D7B42"/>
    <w:rsid w:val="002E2345"/>
    <w:rsid w:val="002F4D30"/>
    <w:rsid w:val="002F549F"/>
    <w:rsid w:val="003000F7"/>
    <w:rsid w:val="0030598B"/>
    <w:rsid w:val="00320FE3"/>
    <w:rsid w:val="00323096"/>
    <w:rsid w:val="003320FD"/>
    <w:rsid w:val="0034272F"/>
    <w:rsid w:val="003472B3"/>
    <w:rsid w:val="003823C6"/>
    <w:rsid w:val="003A060F"/>
    <w:rsid w:val="003A4429"/>
    <w:rsid w:val="003B1109"/>
    <w:rsid w:val="003F23A4"/>
    <w:rsid w:val="003F4656"/>
    <w:rsid w:val="004240B2"/>
    <w:rsid w:val="00440FDB"/>
    <w:rsid w:val="00460331"/>
    <w:rsid w:val="00466095"/>
    <w:rsid w:val="00470BBE"/>
    <w:rsid w:val="004764B6"/>
    <w:rsid w:val="00481FD5"/>
    <w:rsid w:val="00494343"/>
    <w:rsid w:val="00496865"/>
    <w:rsid w:val="004A5DFD"/>
    <w:rsid w:val="004B029E"/>
    <w:rsid w:val="004C5639"/>
    <w:rsid w:val="004E4A76"/>
    <w:rsid w:val="004F272C"/>
    <w:rsid w:val="004F5978"/>
    <w:rsid w:val="0050301D"/>
    <w:rsid w:val="00510318"/>
    <w:rsid w:val="005112DC"/>
    <w:rsid w:val="00525916"/>
    <w:rsid w:val="00532C8F"/>
    <w:rsid w:val="005335D4"/>
    <w:rsid w:val="00541D65"/>
    <w:rsid w:val="005435BD"/>
    <w:rsid w:val="00555B93"/>
    <w:rsid w:val="00561E5C"/>
    <w:rsid w:val="005726E2"/>
    <w:rsid w:val="00585F24"/>
    <w:rsid w:val="00586E19"/>
    <w:rsid w:val="00592170"/>
    <w:rsid w:val="005B00BD"/>
    <w:rsid w:val="005C27FF"/>
    <w:rsid w:val="005D2EDC"/>
    <w:rsid w:val="005E024C"/>
    <w:rsid w:val="005E607D"/>
    <w:rsid w:val="005F63B7"/>
    <w:rsid w:val="005F748A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A44EB"/>
    <w:rsid w:val="006A5406"/>
    <w:rsid w:val="006B3BBB"/>
    <w:rsid w:val="006B76F5"/>
    <w:rsid w:val="006C2FE8"/>
    <w:rsid w:val="006D0718"/>
    <w:rsid w:val="00731A25"/>
    <w:rsid w:val="007402E3"/>
    <w:rsid w:val="00760FFE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15C1"/>
    <w:rsid w:val="00801C53"/>
    <w:rsid w:val="00802374"/>
    <w:rsid w:val="00820F87"/>
    <w:rsid w:val="008219E9"/>
    <w:rsid w:val="00824A41"/>
    <w:rsid w:val="00830CE5"/>
    <w:rsid w:val="00835772"/>
    <w:rsid w:val="00852CC2"/>
    <w:rsid w:val="008565FA"/>
    <w:rsid w:val="00862945"/>
    <w:rsid w:val="008767A7"/>
    <w:rsid w:val="008767B8"/>
    <w:rsid w:val="008822A7"/>
    <w:rsid w:val="0088403A"/>
    <w:rsid w:val="00895D8C"/>
    <w:rsid w:val="0089623E"/>
    <w:rsid w:val="008B3097"/>
    <w:rsid w:val="008C3033"/>
    <w:rsid w:val="008D395D"/>
    <w:rsid w:val="009233C0"/>
    <w:rsid w:val="00942AE4"/>
    <w:rsid w:val="00956EB5"/>
    <w:rsid w:val="009634F4"/>
    <w:rsid w:val="009903FC"/>
    <w:rsid w:val="00992395"/>
    <w:rsid w:val="009946D0"/>
    <w:rsid w:val="009C5F39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846C5"/>
    <w:rsid w:val="00A84D2E"/>
    <w:rsid w:val="00A91722"/>
    <w:rsid w:val="00A967B1"/>
    <w:rsid w:val="00AA6BB7"/>
    <w:rsid w:val="00AB3F9D"/>
    <w:rsid w:val="00AC3051"/>
    <w:rsid w:val="00AD0596"/>
    <w:rsid w:val="00AE0B60"/>
    <w:rsid w:val="00AF0C0D"/>
    <w:rsid w:val="00B467F9"/>
    <w:rsid w:val="00B601E1"/>
    <w:rsid w:val="00B761EF"/>
    <w:rsid w:val="00BA4DBB"/>
    <w:rsid w:val="00BB71E9"/>
    <w:rsid w:val="00BC273F"/>
    <w:rsid w:val="00BC6B36"/>
    <w:rsid w:val="00BD4B94"/>
    <w:rsid w:val="00BD64CA"/>
    <w:rsid w:val="00BF5922"/>
    <w:rsid w:val="00C12D7D"/>
    <w:rsid w:val="00C706FD"/>
    <w:rsid w:val="00C72BDC"/>
    <w:rsid w:val="00C73D2E"/>
    <w:rsid w:val="00C748D0"/>
    <w:rsid w:val="00C76026"/>
    <w:rsid w:val="00C808CE"/>
    <w:rsid w:val="00C903FB"/>
    <w:rsid w:val="00CD2030"/>
    <w:rsid w:val="00CD6F8F"/>
    <w:rsid w:val="00CD7838"/>
    <w:rsid w:val="00CE2655"/>
    <w:rsid w:val="00CE66EB"/>
    <w:rsid w:val="00CF4130"/>
    <w:rsid w:val="00D21ED2"/>
    <w:rsid w:val="00D2730E"/>
    <w:rsid w:val="00D358C6"/>
    <w:rsid w:val="00D54827"/>
    <w:rsid w:val="00D733F5"/>
    <w:rsid w:val="00D83103"/>
    <w:rsid w:val="00DB3642"/>
    <w:rsid w:val="00DB4B36"/>
    <w:rsid w:val="00DC23FD"/>
    <w:rsid w:val="00DD3281"/>
    <w:rsid w:val="00DD64AF"/>
    <w:rsid w:val="00DE5C4C"/>
    <w:rsid w:val="00DF133F"/>
    <w:rsid w:val="00E236AF"/>
    <w:rsid w:val="00E26E6E"/>
    <w:rsid w:val="00E31AD3"/>
    <w:rsid w:val="00E342CF"/>
    <w:rsid w:val="00E453C3"/>
    <w:rsid w:val="00E5566B"/>
    <w:rsid w:val="00E735DA"/>
    <w:rsid w:val="00EA3198"/>
    <w:rsid w:val="00EC29FB"/>
    <w:rsid w:val="00EC62D1"/>
    <w:rsid w:val="00F11659"/>
    <w:rsid w:val="00F142FB"/>
    <w:rsid w:val="00F159CA"/>
    <w:rsid w:val="00F16FE4"/>
    <w:rsid w:val="00F44044"/>
    <w:rsid w:val="00F473A5"/>
    <w:rsid w:val="00F501E7"/>
    <w:rsid w:val="00F763C7"/>
    <w:rsid w:val="00F84056"/>
    <w:rsid w:val="00F856EF"/>
    <w:rsid w:val="00F85E0F"/>
    <w:rsid w:val="00F86485"/>
    <w:rsid w:val="00F91015"/>
    <w:rsid w:val="00FA1547"/>
    <w:rsid w:val="00FA54D7"/>
    <w:rsid w:val="00FC137B"/>
    <w:rsid w:val="00FC66E9"/>
    <w:rsid w:val="00FE3762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35EAFF-3C9F-4379-BB2D-D3B7EBDE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2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9F69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F6981"/>
    <w:rPr>
      <w:rFonts w:ascii="Times New Roman" w:hAnsi="Times New Roman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555B93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30">
    <w:name w:val="Основной текст 3 Знак"/>
    <w:link w:val="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a8">
    <w:name w:val="Normal (Web)"/>
    <w:basedOn w:val="a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link w:val="a9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ad">
    <w:name w:val="Emphasis"/>
    <w:uiPriority w:val="99"/>
    <w:qFormat/>
    <w:rsid w:val="00802374"/>
    <w:rPr>
      <w:rFonts w:cs="Times New Roman"/>
      <w:i/>
      <w:iCs/>
    </w:rPr>
  </w:style>
  <w:style w:type="character" w:styleId="ae">
    <w:name w:val="Strong"/>
    <w:uiPriority w:val="99"/>
    <w:qFormat/>
    <w:rsid w:val="0080237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125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42</cp:revision>
  <cp:lastPrinted>2017-04-26T12:51:00Z</cp:lastPrinted>
  <dcterms:created xsi:type="dcterms:W3CDTF">2014-08-04T12:54:00Z</dcterms:created>
  <dcterms:modified xsi:type="dcterms:W3CDTF">2021-04-15T11:01:00Z</dcterms:modified>
</cp:coreProperties>
</file>