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2825"/>
        <w:gridCol w:w="3662"/>
        <w:gridCol w:w="2800"/>
      </w:tblGrid>
      <w:tr w:rsidR="00A7186C" w:rsidRPr="002F4D30" w:rsidTr="002F4D30">
        <w:tc>
          <w:tcPr>
            <w:tcW w:w="3190" w:type="dxa"/>
          </w:tcPr>
          <w:p w:rsidR="00A7186C" w:rsidRPr="002F4D30" w:rsidRDefault="00A7186C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A7186C" w:rsidRPr="002F4D30" w:rsidRDefault="00A7186C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A7186C" w:rsidRPr="002F4D30" w:rsidRDefault="00A7186C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«Трусово»</w:t>
            </w:r>
          </w:p>
          <w:p w:rsidR="00A7186C" w:rsidRPr="002F4D30" w:rsidRDefault="00A7186C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186C" w:rsidRPr="002F4D30" w:rsidRDefault="00A7186C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7186C" w:rsidRPr="002F4D30" w:rsidRDefault="003629DC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1in;visibility:visible">
                  <v:imagedata r:id="rId6" o:title=""/>
                </v:shape>
              </w:pict>
            </w:r>
          </w:p>
          <w:p w:rsidR="00A7186C" w:rsidRPr="002F4D30" w:rsidRDefault="00A7186C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7186C" w:rsidRPr="002F4D30" w:rsidRDefault="00A7186C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7186C" w:rsidRPr="002F4D30" w:rsidRDefault="00A7186C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A7186C" w:rsidRPr="002F4D30" w:rsidRDefault="00A7186C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 xml:space="preserve">икт </w:t>
            </w:r>
            <w:proofErr w:type="spellStart"/>
            <w:r w:rsidRPr="002F4D30"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A7186C" w:rsidRPr="002F4D30" w:rsidRDefault="00A7186C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A7186C" w:rsidRPr="002F4D30" w:rsidRDefault="00A7186C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86C" w:rsidRPr="002F4D30" w:rsidTr="002F4D30">
        <w:tc>
          <w:tcPr>
            <w:tcW w:w="3190" w:type="dxa"/>
          </w:tcPr>
          <w:p w:rsidR="00A7186C" w:rsidRPr="002F4D30" w:rsidRDefault="00A7186C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7186C" w:rsidRPr="002F4D30" w:rsidRDefault="00A7186C" w:rsidP="009F6981">
            <w:pPr>
              <w:pStyle w:val="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A7186C" w:rsidRPr="002F4D30" w:rsidRDefault="00A7186C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86C" w:rsidRPr="002F4D30" w:rsidTr="002F4D30">
        <w:tc>
          <w:tcPr>
            <w:tcW w:w="3190" w:type="dxa"/>
          </w:tcPr>
          <w:p w:rsidR="00A7186C" w:rsidRPr="002F4D30" w:rsidRDefault="00A7186C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7186C" w:rsidRPr="002F4D30" w:rsidRDefault="00A7186C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7186C" w:rsidRPr="002F4D30" w:rsidRDefault="00A7186C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86C" w:rsidRPr="002F4D30" w:rsidTr="002F4D30">
        <w:tc>
          <w:tcPr>
            <w:tcW w:w="3190" w:type="dxa"/>
          </w:tcPr>
          <w:p w:rsidR="00A7186C" w:rsidRPr="002F4D30" w:rsidRDefault="00A7186C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7186C" w:rsidRPr="002F4D30" w:rsidRDefault="00A7186C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</w:p>
        </w:tc>
        <w:tc>
          <w:tcPr>
            <w:tcW w:w="3191" w:type="dxa"/>
          </w:tcPr>
          <w:p w:rsidR="00A7186C" w:rsidRPr="002F4D30" w:rsidRDefault="00A7186C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186C" w:rsidRPr="00E5566B" w:rsidRDefault="00A7186C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 w:firstRow="1" w:lastRow="0" w:firstColumn="1" w:lastColumn="0" w:noHBand="0" w:noVBand="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A7186C" w:rsidRPr="002F4D30" w:rsidTr="008D6D95">
        <w:trPr>
          <w:trHeight w:val="513"/>
        </w:trPr>
        <w:tc>
          <w:tcPr>
            <w:tcW w:w="533" w:type="dxa"/>
          </w:tcPr>
          <w:p w:rsidR="00A7186C" w:rsidRPr="002F4D30" w:rsidRDefault="00A7186C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A7186C" w:rsidRPr="002F4D30" w:rsidRDefault="009410EA" w:rsidP="00BE6A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6AA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:rsidR="00A7186C" w:rsidRPr="002F4D30" w:rsidRDefault="00A7186C" w:rsidP="0051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апреля</w:t>
            </w:r>
          </w:p>
        </w:tc>
        <w:tc>
          <w:tcPr>
            <w:tcW w:w="776" w:type="dxa"/>
          </w:tcPr>
          <w:p w:rsidR="00A7186C" w:rsidRPr="002F4D30" w:rsidRDefault="00A7186C" w:rsidP="00664C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410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84" w:type="dxa"/>
          </w:tcPr>
          <w:p w:rsidR="00A7186C" w:rsidRPr="002F4D30" w:rsidRDefault="00DF7C83" w:rsidP="008D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A7186C" w:rsidRPr="002F4D30">
              <w:rPr>
                <w:rFonts w:ascii="Times New Roman" w:hAnsi="Times New Roman"/>
                <w:sz w:val="28"/>
                <w:szCs w:val="28"/>
              </w:rPr>
              <w:t>од</w:t>
            </w:r>
            <w:r w:rsidR="00A7186C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950" w:type="dxa"/>
          </w:tcPr>
          <w:p w:rsidR="00A7186C" w:rsidRPr="002F4D30" w:rsidRDefault="00A7186C" w:rsidP="00DF7C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A7186C" w:rsidRPr="002F4D30" w:rsidRDefault="00CE2148" w:rsidP="00DF7C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A7186C" w:rsidRDefault="00A7186C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9F6981">
        <w:rPr>
          <w:rFonts w:ascii="Times New Roman" w:hAnsi="Times New Roman"/>
          <w:sz w:val="28"/>
          <w:szCs w:val="28"/>
          <w:vertAlign w:val="superscript"/>
        </w:rPr>
        <w:t xml:space="preserve">с. Трусово </w:t>
      </w:r>
      <w:proofErr w:type="spellStart"/>
      <w:r w:rsidRPr="009F6981">
        <w:rPr>
          <w:rFonts w:ascii="Times New Roman" w:hAnsi="Times New Roman"/>
          <w:sz w:val="28"/>
          <w:szCs w:val="28"/>
          <w:vertAlign w:val="superscript"/>
        </w:rPr>
        <w:t>Усть</w:t>
      </w:r>
      <w:proofErr w:type="spellEnd"/>
      <w:r w:rsidRPr="009F6981">
        <w:rPr>
          <w:rFonts w:ascii="Times New Roman" w:hAnsi="Times New Roman"/>
          <w:sz w:val="28"/>
          <w:szCs w:val="28"/>
          <w:vertAlign w:val="superscript"/>
        </w:rPr>
        <w:t xml:space="preserve"> – </w:t>
      </w:r>
      <w:proofErr w:type="spellStart"/>
      <w:r w:rsidRPr="009F6981">
        <w:rPr>
          <w:rFonts w:ascii="Times New Roman" w:hAnsi="Times New Roman"/>
          <w:sz w:val="28"/>
          <w:szCs w:val="28"/>
          <w:vertAlign w:val="superscript"/>
        </w:rPr>
        <w:t>Цилемский</w:t>
      </w:r>
      <w:proofErr w:type="spellEnd"/>
      <w:r w:rsidRPr="009F6981">
        <w:rPr>
          <w:rFonts w:ascii="Times New Roman" w:hAnsi="Times New Roman"/>
          <w:sz w:val="28"/>
          <w:szCs w:val="28"/>
          <w:vertAlign w:val="superscript"/>
        </w:rPr>
        <w:t xml:space="preserve">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</w:tblGrid>
      <w:tr w:rsidR="00A7186C" w:rsidRPr="002F4D30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7186C" w:rsidRPr="009410EA" w:rsidRDefault="00A7186C" w:rsidP="009410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10EA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«Трусово» за первый квартал 202</w:t>
            </w:r>
            <w:r w:rsidR="009410EA" w:rsidRPr="009410EA">
              <w:rPr>
                <w:rFonts w:ascii="Times New Roman" w:hAnsi="Times New Roman"/>
                <w:sz w:val="28"/>
                <w:szCs w:val="28"/>
              </w:rPr>
              <w:t>2</w:t>
            </w:r>
            <w:r w:rsidRPr="009410EA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A7186C" w:rsidRPr="00147FA8" w:rsidRDefault="00A7186C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A7186C" w:rsidRPr="00802374" w:rsidRDefault="00A7186C" w:rsidP="00DB3642">
      <w:pPr>
        <w:pStyle w:val="a6"/>
        <w:jc w:val="both"/>
        <w:rPr>
          <w:sz w:val="28"/>
          <w:szCs w:val="28"/>
        </w:rPr>
      </w:pPr>
      <w:r w:rsidRPr="00147FA8">
        <w:rPr>
          <w:sz w:val="28"/>
          <w:szCs w:val="28"/>
        </w:rPr>
        <w:t xml:space="preserve">           </w:t>
      </w:r>
      <w:r w:rsidR="00DF7C83">
        <w:rPr>
          <w:sz w:val="28"/>
          <w:szCs w:val="28"/>
        </w:rPr>
        <w:t xml:space="preserve">  На основании </w:t>
      </w:r>
      <w:r>
        <w:rPr>
          <w:sz w:val="28"/>
          <w:szCs w:val="28"/>
        </w:rPr>
        <w:t>пункта 5 статьи 264.2. Бюджетного кодекса Российской Федерации от 31.07.1996 года № 145</w:t>
      </w:r>
    </w:p>
    <w:p w:rsidR="00A7186C" w:rsidRPr="00147FA8" w:rsidRDefault="00A7186C" w:rsidP="00147FA8">
      <w:pPr>
        <w:jc w:val="both"/>
        <w:rPr>
          <w:rFonts w:ascii="Times New Roman" w:hAnsi="Times New Roman"/>
          <w:sz w:val="28"/>
          <w:szCs w:val="28"/>
        </w:rPr>
      </w:pPr>
    </w:p>
    <w:p w:rsidR="00A7186C" w:rsidRPr="003F23A4" w:rsidRDefault="003B11C0" w:rsidP="00664C1D">
      <w:pPr>
        <w:ind w:right="-56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«Трусово» постановляет</w:t>
      </w:r>
      <w:r w:rsidR="00A7186C" w:rsidRPr="003F23A4">
        <w:rPr>
          <w:rFonts w:ascii="Times New Roman" w:hAnsi="Times New Roman"/>
          <w:sz w:val="28"/>
          <w:szCs w:val="28"/>
        </w:rPr>
        <w:t>:</w:t>
      </w:r>
    </w:p>
    <w:p w:rsidR="00A7186C" w:rsidRPr="00A45912" w:rsidRDefault="00A7186C" w:rsidP="00437293">
      <w:pPr>
        <w:pStyle w:val="a6"/>
        <w:ind w:right="-3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23A4">
        <w:rPr>
          <w:sz w:val="28"/>
          <w:szCs w:val="28"/>
        </w:rPr>
        <w:t xml:space="preserve">1. </w:t>
      </w:r>
      <w:r w:rsidRPr="00A45912">
        <w:rPr>
          <w:sz w:val="28"/>
          <w:szCs w:val="28"/>
        </w:rPr>
        <w:t xml:space="preserve">Утвердить отчет об исполнении бюджета муниципального образования сельского </w:t>
      </w:r>
      <w:r>
        <w:rPr>
          <w:sz w:val="28"/>
          <w:szCs w:val="28"/>
        </w:rPr>
        <w:t>поселения «Трусово» за  первый квартал 202</w:t>
      </w:r>
      <w:r w:rsidR="009410E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A45912">
        <w:rPr>
          <w:sz w:val="28"/>
          <w:szCs w:val="28"/>
        </w:rPr>
        <w:t>го</w:t>
      </w:r>
      <w:r>
        <w:rPr>
          <w:sz w:val="28"/>
          <w:szCs w:val="28"/>
        </w:rPr>
        <w:t xml:space="preserve">да по доходам в сумме </w:t>
      </w:r>
      <w:r w:rsidR="00F11D00">
        <w:rPr>
          <w:sz w:val="28"/>
          <w:szCs w:val="28"/>
        </w:rPr>
        <w:t>2088557,69</w:t>
      </w:r>
      <w:r w:rsidRPr="00A45912">
        <w:rPr>
          <w:sz w:val="28"/>
          <w:szCs w:val="28"/>
        </w:rPr>
        <w:t xml:space="preserve"> руб. </w:t>
      </w:r>
      <w:r>
        <w:rPr>
          <w:sz w:val="28"/>
          <w:szCs w:val="28"/>
        </w:rPr>
        <w:t xml:space="preserve">и по расходам в сумме </w:t>
      </w:r>
      <w:r w:rsidR="00F11D00">
        <w:rPr>
          <w:sz w:val="28"/>
          <w:szCs w:val="28"/>
        </w:rPr>
        <w:t>1967317,15</w:t>
      </w:r>
      <w:r w:rsidRPr="00A45912">
        <w:rPr>
          <w:sz w:val="28"/>
          <w:szCs w:val="28"/>
        </w:rPr>
        <w:t xml:space="preserve"> руб. с превышением доходов над расходами (профи</w:t>
      </w:r>
      <w:r>
        <w:rPr>
          <w:sz w:val="28"/>
          <w:szCs w:val="28"/>
        </w:rPr>
        <w:t xml:space="preserve">цит) в сумме </w:t>
      </w:r>
      <w:r w:rsidR="00437293">
        <w:rPr>
          <w:sz w:val="28"/>
          <w:szCs w:val="28"/>
        </w:rPr>
        <w:t>121240,54</w:t>
      </w:r>
      <w:r w:rsidRPr="00A45912">
        <w:rPr>
          <w:sz w:val="28"/>
          <w:szCs w:val="28"/>
        </w:rPr>
        <w:t xml:space="preserve">  руб. и со следующими показателями:</w:t>
      </w:r>
    </w:p>
    <w:p w:rsidR="00A7186C" w:rsidRPr="00A45912" w:rsidRDefault="00A7186C" w:rsidP="00437293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3F23A4">
        <w:rPr>
          <w:sz w:val="28"/>
          <w:szCs w:val="28"/>
        </w:rPr>
        <w:tab/>
      </w:r>
      <w:r w:rsidRPr="00A45912">
        <w:rPr>
          <w:rFonts w:ascii="Times New Roman" w:hAnsi="Times New Roman"/>
          <w:sz w:val="28"/>
          <w:szCs w:val="28"/>
        </w:rPr>
        <w:t xml:space="preserve">- по доходам бюджета муниципального образования сельского поселения «Трусово» </w:t>
      </w:r>
      <w:r w:rsidRPr="00437293">
        <w:rPr>
          <w:rFonts w:ascii="Times New Roman" w:hAnsi="Times New Roman"/>
          <w:sz w:val="28"/>
          <w:szCs w:val="28"/>
        </w:rPr>
        <w:t>за первый квартал 202</w:t>
      </w:r>
      <w:r w:rsidR="00437293">
        <w:rPr>
          <w:rFonts w:ascii="Times New Roman" w:hAnsi="Times New Roman"/>
          <w:sz w:val="28"/>
          <w:szCs w:val="28"/>
        </w:rPr>
        <w:t>2</w:t>
      </w:r>
      <w:r w:rsidRPr="00437293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5912">
        <w:rPr>
          <w:rFonts w:ascii="Times New Roman" w:hAnsi="Times New Roman"/>
          <w:sz w:val="28"/>
          <w:szCs w:val="28"/>
        </w:rPr>
        <w:t xml:space="preserve"> по кодам классификации доходов бюджетов в суммах согласно приложению 1 к настоящему </w:t>
      </w:r>
      <w:r w:rsidR="00437293">
        <w:rPr>
          <w:rFonts w:ascii="Times New Roman" w:hAnsi="Times New Roman"/>
          <w:sz w:val="28"/>
          <w:szCs w:val="28"/>
        </w:rPr>
        <w:t>постановлению</w:t>
      </w:r>
      <w:r w:rsidRPr="00A45912">
        <w:rPr>
          <w:rFonts w:ascii="Times New Roman" w:hAnsi="Times New Roman"/>
          <w:sz w:val="28"/>
          <w:szCs w:val="28"/>
        </w:rPr>
        <w:t>;</w:t>
      </w:r>
    </w:p>
    <w:p w:rsidR="00A7186C" w:rsidRPr="00A45912" w:rsidRDefault="00A7186C" w:rsidP="00437293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A45912">
        <w:rPr>
          <w:rFonts w:ascii="Times New Roman" w:hAnsi="Times New Roman"/>
          <w:sz w:val="28"/>
          <w:szCs w:val="28"/>
        </w:rPr>
        <w:tab/>
        <w:t>- по доходам бюджета муниципального образования сельского поселения «Трусово»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7293">
        <w:rPr>
          <w:rFonts w:ascii="Times New Roman" w:hAnsi="Times New Roman"/>
          <w:sz w:val="28"/>
          <w:szCs w:val="28"/>
        </w:rPr>
        <w:t>первый квартал 202</w:t>
      </w:r>
      <w:r w:rsidR="00437293">
        <w:rPr>
          <w:rFonts w:ascii="Times New Roman" w:hAnsi="Times New Roman"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A45912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A45912">
        <w:rPr>
          <w:rFonts w:ascii="Times New Roman" w:hAnsi="Times New Roman"/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2 к настоящему </w:t>
      </w:r>
      <w:r w:rsidR="00437293">
        <w:rPr>
          <w:rFonts w:ascii="Times New Roman" w:hAnsi="Times New Roman"/>
          <w:sz w:val="28"/>
          <w:szCs w:val="28"/>
        </w:rPr>
        <w:t>постановлению</w:t>
      </w:r>
      <w:r w:rsidRPr="00A45912">
        <w:rPr>
          <w:rFonts w:ascii="Times New Roman" w:hAnsi="Times New Roman"/>
          <w:sz w:val="28"/>
          <w:szCs w:val="28"/>
        </w:rPr>
        <w:t>;</w:t>
      </w:r>
    </w:p>
    <w:p w:rsidR="00A7186C" w:rsidRPr="00A45912" w:rsidRDefault="00A7186C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A45912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«Трусово»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7293">
        <w:rPr>
          <w:rFonts w:ascii="Times New Roman" w:hAnsi="Times New Roman"/>
          <w:sz w:val="28"/>
          <w:szCs w:val="28"/>
        </w:rPr>
        <w:t>первый квартал 202</w:t>
      </w:r>
      <w:r w:rsidR="00437293">
        <w:rPr>
          <w:rFonts w:ascii="Times New Roman" w:hAnsi="Times New Roman"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A45912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A45912">
        <w:rPr>
          <w:rFonts w:ascii="Times New Roman" w:hAnsi="Times New Roman"/>
          <w:sz w:val="28"/>
          <w:szCs w:val="28"/>
        </w:rPr>
        <w:t xml:space="preserve"> по разделам, подразделам </w:t>
      </w:r>
      <w:r w:rsidRPr="00A45912">
        <w:rPr>
          <w:rFonts w:ascii="Times New Roman" w:hAnsi="Times New Roman"/>
          <w:sz w:val="28"/>
          <w:szCs w:val="28"/>
        </w:rPr>
        <w:lastRenderedPageBreak/>
        <w:t xml:space="preserve">классификации расходов бюджетов Российской Федерации согласно приложению  3  к настоящему </w:t>
      </w:r>
      <w:r w:rsidR="00437293">
        <w:rPr>
          <w:rFonts w:ascii="Times New Roman" w:hAnsi="Times New Roman"/>
          <w:sz w:val="28"/>
          <w:szCs w:val="28"/>
        </w:rPr>
        <w:t>постановлению</w:t>
      </w:r>
      <w:r w:rsidRPr="00A45912">
        <w:rPr>
          <w:rFonts w:ascii="Times New Roman" w:hAnsi="Times New Roman"/>
          <w:sz w:val="28"/>
          <w:szCs w:val="28"/>
        </w:rPr>
        <w:t>;</w:t>
      </w:r>
    </w:p>
    <w:p w:rsidR="00A7186C" w:rsidRPr="00A45912" w:rsidRDefault="00437293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 по </w:t>
      </w:r>
      <w:r w:rsidR="00A7186C" w:rsidRPr="00A45912">
        <w:rPr>
          <w:rFonts w:ascii="Times New Roman" w:hAnsi="Times New Roman"/>
          <w:sz w:val="28"/>
          <w:szCs w:val="28"/>
        </w:rPr>
        <w:t>расходам бюджета муниципального образования сельского поселения «Трусово» за</w:t>
      </w:r>
      <w:r w:rsidR="00A7186C">
        <w:rPr>
          <w:rFonts w:ascii="Times New Roman" w:hAnsi="Times New Roman"/>
          <w:sz w:val="28"/>
          <w:szCs w:val="28"/>
        </w:rPr>
        <w:t xml:space="preserve"> </w:t>
      </w:r>
      <w:r w:rsidR="00A7186C" w:rsidRPr="00437293">
        <w:rPr>
          <w:rFonts w:ascii="Times New Roman" w:hAnsi="Times New Roman"/>
          <w:sz w:val="28"/>
          <w:szCs w:val="28"/>
        </w:rPr>
        <w:t>первый квартал 202</w:t>
      </w:r>
      <w:r>
        <w:rPr>
          <w:rFonts w:ascii="Times New Roman" w:hAnsi="Times New Roman"/>
          <w:sz w:val="28"/>
          <w:szCs w:val="28"/>
        </w:rPr>
        <w:t>2</w:t>
      </w:r>
      <w:r w:rsidR="00A7186C" w:rsidRPr="00437293">
        <w:rPr>
          <w:rFonts w:ascii="Times New Roman" w:hAnsi="Times New Roman"/>
          <w:sz w:val="28"/>
          <w:szCs w:val="28"/>
        </w:rPr>
        <w:t xml:space="preserve"> года</w:t>
      </w:r>
      <w:r w:rsidR="00A7186C">
        <w:rPr>
          <w:rFonts w:ascii="Times New Roman" w:hAnsi="Times New Roman"/>
          <w:sz w:val="28"/>
          <w:szCs w:val="28"/>
        </w:rPr>
        <w:t xml:space="preserve"> </w:t>
      </w:r>
      <w:r w:rsidR="00A7186C" w:rsidRPr="00A45912">
        <w:rPr>
          <w:rFonts w:ascii="Times New Roman" w:hAnsi="Times New Roman"/>
          <w:sz w:val="28"/>
          <w:szCs w:val="28"/>
        </w:rPr>
        <w:t xml:space="preserve"> по ведомственной структуре  расходов  бюджета муниципального образования сельского поселения «Трусово»  согласно приложению  4 </w:t>
      </w:r>
      <w:r w:rsidR="00502C6B">
        <w:rPr>
          <w:rFonts w:ascii="Times New Roman" w:hAnsi="Times New Roman"/>
          <w:sz w:val="28"/>
          <w:szCs w:val="28"/>
        </w:rPr>
        <w:t xml:space="preserve"> </w:t>
      </w:r>
      <w:r w:rsidR="00A7186C" w:rsidRPr="00A4591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постановлению</w:t>
      </w:r>
      <w:r w:rsidR="00A7186C" w:rsidRPr="00A45912">
        <w:rPr>
          <w:rFonts w:ascii="Times New Roman" w:hAnsi="Times New Roman"/>
          <w:sz w:val="28"/>
          <w:szCs w:val="28"/>
        </w:rPr>
        <w:t>;</w:t>
      </w:r>
    </w:p>
    <w:p w:rsidR="00A7186C" w:rsidRPr="00A45912" w:rsidRDefault="00437293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по источникам </w:t>
      </w:r>
      <w:r w:rsidR="00A7186C" w:rsidRPr="00A45912">
        <w:rPr>
          <w:rFonts w:ascii="Times New Roman" w:hAnsi="Times New Roman"/>
          <w:sz w:val="28"/>
          <w:szCs w:val="28"/>
        </w:rPr>
        <w:t>финансирования дефицита бюджета муниципального образования сельского поселения «Трусово» за</w:t>
      </w:r>
      <w:r w:rsidR="00A7186C">
        <w:rPr>
          <w:rFonts w:ascii="Times New Roman" w:hAnsi="Times New Roman"/>
          <w:sz w:val="28"/>
          <w:szCs w:val="28"/>
        </w:rPr>
        <w:t xml:space="preserve"> </w:t>
      </w:r>
      <w:r w:rsidR="00A7186C" w:rsidRPr="00437293">
        <w:rPr>
          <w:rFonts w:ascii="Times New Roman" w:hAnsi="Times New Roman"/>
          <w:sz w:val="28"/>
          <w:szCs w:val="28"/>
        </w:rPr>
        <w:t>первый квартал 202</w:t>
      </w:r>
      <w:r>
        <w:rPr>
          <w:rFonts w:ascii="Times New Roman" w:hAnsi="Times New Roman"/>
          <w:sz w:val="28"/>
          <w:szCs w:val="28"/>
        </w:rPr>
        <w:t>2</w:t>
      </w:r>
      <w:r w:rsidR="00A7186C">
        <w:rPr>
          <w:sz w:val="28"/>
          <w:szCs w:val="28"/>
        </w:rPr>
        <w:t xml:space="preserve"> </w:t>
      </w:r>
      <w:r w:rsidR="00A7186C" w:rsidRPr="00A45912">
        <w:rPr>
          <w:rFonts w:ascii="Times New Roman" w:hAnsi="Times New Roman"/>
          <w:sz w:val="28"/>
          <w:szCs w:val="28"/>
        </w:rPr>
        <w:t>год</w:t>
      </w:r>
      <w:r w:rsidR="00A7186C">
        <w:rPr>
          <w:rFonts w:ascii="Times New Roman" w:hAnsi="Times New Roman"/>
          <w:sz w:val="28"/>
          <w:szCs w:val="28"/>
        </w:rPr>
        <w:t xml:space="preserve">а </w:t>
      </w:r>
      <w:r w:rsidR="00A7186C" w:rsidRPr="00A45912">
        <w:rPr>
          <w:rFonts w:ascii="Times New Roman" w:hAnsi="Times New Roman"/>
          <w:sz w:val="28"/>
          <w:szCs w:val="28"/>
        </w:rPr>
        <w:t xml:space="preserve"> по кодам </w:t>
      </w:r>
      <w:proofErr w:type="gramStart"/>
      <w:r w:rsidR="00A7186C" w:rsidRPr="00A45912">
        <w:rPr>
          <w:rFonts w:ascii="Times New Roman" w:hAnsi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A7186C" w:rsidRPr="00A45912">
        <w:rPr>
          <w:rFonts w:ascii="Times New Roman" w:hAnsi="Times New Roman"/>
          <w:sz w:val="28"/>
          <w:szCs w:val="28"/>
        </w:rPr>
        <w:t xml:space="preserve">  согласно приложению 5 к настоящему </w:t>
      </w:r>
      <w:r>
        <w:rPr>
          <w:rFonts w:ascii="Times New Roman" w:hAnsi="Times New Roman"/>
          <w:sz w:val="28"/>
          <w:szCs w:val="28"/>
        </w:rPr>
        <w:t>постановлению;</w:t>
      </w:r>
    </w:p>
    <w:p w:rsidR="00A7186C" w:rsidRPr="00A45912" w:rsidRDefault="00437293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по источникам </w:t>
      </w:r>
      <w:r w:rsidR="00A7186C" w:rsidRPr="00A45912">
        <w:rPr>
          <w:rFonts w:ascii="Times New Roman" w:hAnsi="Times New Roman"/>
          <w:sz w:val="28"/>
          <w:szCs w:val="28"/>
        </w:rPr>
        <w:t>финансирования дефицита бюджета муниципального образования сельского поселения «Трусово» за</w:t>
      </w:r>
      <w:r w:rsidR="00A7186C">
        <w:rPr>
          <w:rFonts w:ascii="Times New Roman" w:hAnsi="Times New Roman"/>
          <w:sz w:val="28"/>
          <w:szCs w:val="28"/>
        </w:rPr>
        <w:t xml:space="preserve"> </w:t>
      </w:r>
      <w:r w:rsidR="00A7186C" w:rsidRPr="00437293">
        <w:rPr>
          <w:rFonts w:ascii="Times New Roman" w:hAnsi="Times New Roman"/>
          <w:sz w:val="28"/>
          <w:szCs w:val="28"/>
        </w:rPr>
        <w:t>первый квартал 202</w:t>
      </w:r>
      <w:r>
        <w:rPr>
          <w:rFonts w:ascii="Times New Roman" w:hAnsi="Times New Roman"/>
          <w:sz w:val="28"/>
          <w:szCs w:val="28"/>
        </w:rPr>
        <w:t>2</w:t>
      </w:r>
      <w:r w:rsidR="00A7186C">
        <w:rPr>
          <w:sz w:val="28"/>
          <w:szCs w:val="28"/>
        </w:rPr>
        <w:t xml:space="preserve"> </w:t>
      </w:r>
      <w:r w:rsidR="00A7186C" w:rsidRPr="00A45912">
        <w:rPr>
          <w:rFonts w:ascii="Times New Roman" w:hAnsi="Times New Roman"/>
          <w:sz w:val="28"/>
          <w:szCs w:val="28"/>
        </w:rPr>
        <w:t>год</w:t>
      </w:r>
      <w:r w:rsidR="00A7186C">
        <w:rPr>
          <w:rFonts w:ascii="Times New Roman" w:hAnsi="Times New Roman"/>
          <w:sz w:val="28"/>
          <w:szCs w:val="28"/>
        </w:rPr>
        <w:t xml:space="preserve">а </w:t>
      </w:r>
      <w:r w:rsidR="00A7186C" w:rsidRPr="00A45912">
        <w:rPr>
          <w:rFonts w:ascii="Times New Roman" w:hAnsi="Times New Roman"/>
          <w:sz w:val="28"/>
          <w:szCs w:val="28"/>
        </w:rPr>
        <w:t xml:space="preserve"> по кодам групп, подгрупп, статей, видов </w:t>
      </w:r>
      <w:proofErr w:type="gramStart"/>
      <w:r w:rsidR="00A7186C" w:rsidRPr="00A45912">
        <w:rPr>
          <w:rFonts w:ascii="Times New Roman" w:hAnsi="Times New Roman"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="00A7186C" w:rsidRPr="00A45912">
        <w:rPr>
          <w:rFonts w:ascii="Times New Roman" w:hAnsi="Times New Roman"/>
          <w:sz w:val="28"/>
          <w:szCs w:val="28"/>
        </w:rPr>
        <w:t xml:space="preserve"> управления, относящихся к источникам финансирования дефицита  бюджетов  согласно приложению 6 к настоящему </w:t>
      </w:r>
      <w:r w:rsidR="003629DC">
        <w:rPr>
          <w:rFonts w:ascii="Times New Roman" w:hAnsi="Times New Roman"/>
          <w:sz w:val="28"/>
          <w:szCs w:val="28"/>
        </w:rPr>
        <w:t>постановлению.</w:t>
      </w:r>
      <w:bookmarkStart w:id="0" w:name="_GoBack"/>
      <w:bookmarkEnd w:id="0"/>
    </w:p>
    <w:p w:rsidR="00A7186C" w:rsidRPr="003F23A4" w:rsidRDefault="00A7186C" w:rsidP="003F23A4">
      <w:pPr>
        <w:pStyle w:val="a6"/>
        <w:jc w:val="both"/>
        <w:rPr>
          <w:sz w:val="28"/>
          <w:szCs w:val="28"/>
        </w:rPr>
      </w:pPr>
    </w:p>
    <w:p w:rsidR="00A7186C" w:rsidRPr="003F23A4" w:rsidRDefault="00A7186C" w:rsidP="00437293">
      <w:pPr>
        <w:pStyle w:val="a6"/>
        <w:ind w:right="-511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постановление </w:t>
      </w:r>
      <w:r w:rsidRPr="003F23A4">
        <w:rPr>
          <w:sz w:val="28"/>
          <w:szCs w:val="28"/>
        </w:rPr>
        <w:t>вступает в силу со дня его официального обнародования и подлежит размещению на официальном сайте администрации</w:t>
      </w:r>
      <w:r w:rsidR="00437293">
        <w:rPr>
          <w:sz w:val="28"/>
          <w:szCs w:val="28"/>
        </w:rPr>
        <w:t xml:space="preserve"> сельского поселения «Трусово» </w:t>
      </w:r>
      <w:r w:rsidRPr="003F23A4">
        <w:rPr>
          <w:sz w:val="28"/>
          <w:szCs w:val="28"/>
        </w:rPr>
        <w:t>в сети «Интернет».</w:t>
      </w:r>
    </w:p>
    <w:p w:rsidR="00A7186C" w:rsidRPr="003F23A4" w:rsidRDefault="00A7186C" w:rsidP="00437293">
      <w:pPr>
        <w:pStyle w:val="a6"/>
        <w:jc w:val="both"/>
        <w:rPr>
          <w:sz w:val="28"/>
          <w:szCs w:val="28"/>
        </w:rPr>
      </w:pPr>
    </w:p>
    <w:p w:rsidR="00A7186C" w:rsidRPr="003F23A4" w:rsidRDefault="00A7186C" w:rsidP="003F23A4">
      <w:pPr>
        <w:pStyle w:val="a6"/>
        <w:jc w:val="both"/>
        <w:rPr>
          <w:sz w:val="28"/>
          <w:szCs w:val="28"/>
        </w:rPr>
      </w:pPr>
    </w:p>
    <w:p w:rsidR="00A7186C" w:rsidRPr="003F23A4" w:rsidRDefault="00A7186C" w:rsidP="003F23A4">
      <w:pPr>
        <w:pStyle w:val="a6"/>
        <w:jc w:val="both"/>
        <w:rPr>
          <w:sz w:val="28"/>
          <w:szCs w:val="28"/>
        </w:rPr>
      </w:pPr>
    </w:p>
    <w:p w:rsidR="00A7186C" w:rsidRPr="003F23A4" w:rsidRDefault="00437293" w:rsidP="00DF7C83">
      <w:pPr>
        <w:pStyle w:val="a6"/>
        <w:tabs>
          <w:tab w:val="left" w:pos="8080"/>
        </w:tabs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«Трусово»                                     </w:t>
      </w:r>
      <w:r w:rsidR="00DF7C8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Е.И. Гущина</w:t>
      </w:r>
    </w:p>
    <w:p w:rsidR="00A7186C" w:rsidRPr="003F23A4" w:rsidRDefault="00A7186C" w:rsidP="003F23A4">
      <w:pPr>
        <w:pStyle w:val="a6"/>
        <w:jc w:val="both"/>
        <w:rPr>
          <w:sz w:val="28"/>
          <w:szCs w:val="28"/>
        </w:rPr>
      </w:pPr>
    </w:p>
    <w:p w:rsidR="00A7186C" w:rsidRPr="003F23A4" w:rsidRDefault="00A7186C" w:rsidP="003F23A4">
      <w:pPr>
        <w:pStyle w:val="a6"/>
        <w:jc w:val="both"/>
        <w:rPr>
          <w:sz w:val="28"/>
          <w:szCs w:val="28"/>
        </w:rPr>
      </w:pPr>
    </w:p>
    <w:p w:rsidR="00A7186C" w:rsidRPr="003F23A4" w:rsidRDefault="00A7186C" w:rsidP="003F23A4">
      <w:pPr>
        <w:pStyle w:val="a6"/>
        <w:jc w:val="both"/>
        <w:rPr>
          <w:sz w:val="28"/>
          <w:szCs w:val="28"/>
        </w:rPr>
      </w:pPr>
    </w:p>
    <w:p w:rsidR="00A7186C" w:rsidRPr="003F23A4" w:rsidRDefault="00A7186C" w:rsidP="003F23A4">
      <w:pPr>
        <w:pStyle w:val="a6"/>
        <w:jc w:val="both"/>
        <w:rPr>
          <w:sz w:val="28"/>
          <w:szCs w:val="28"/>
        </w:rPr>
      </w:pPr>
    </w:p>
    <w:p w:rsidR="00A7186C" w:rsidRPr="003F23A4" w:rsidRDefault="00A7186C" w:rsidP="003F23A4">
      <w:pPr>
        <w:pStyle w:val="a6"/>
        <w:jc w:val="both"/>
        <w:rPr>
          <w:sz w:val="28"/>
          <w:szCs w:val="28"/>
        </w:rPr>
      </w:pPr>
    </w:p>
    <w:p w:rsidR="00A7186C" w:rsidRPr="003F23A4" w:rsidRDefault="00A7186C" w:rsidP="003F23A4">
      <w:pPr>
        <w:pStyle w:val="a6"/>
        <w:jc w:val="both"/>
        <w:rPr>
          <w:sz w:val="28"/>
          <w:szCs w:val="28"/>
        </w:rPr>
      </w:pPr>
    </w:p>
    <w:p w:rsidR="00A7186C" w:rsidRDefault="00A7186C" w:rsidP="00555B93">
      <w:pPr>
        <w:pStyle w:val="a6"/>
        <w:jc w:val="right"/>
        <w:rPr>
          <w:sz w:val="28"/>
          <w:szCs w:val="28"/>
        </w:rPr>
      </w:pPr>
    </w:p>
    <w:sectPr w:rsidR="00A7186C" w:rsidSect="003B11C0">
      <w:pgSz w:w="11907" w:h="16840"/>
      <w:pgMar w:top="1134" w:right="1418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0066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F8F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256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92E0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AC92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60F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7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81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FCE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374"/>
    <w:rsid w:val="000022E7"/>
    <w:rsid w:val="00023124"/>
    <w:rsid w:val="000233B1"/>
    <w:rsid w:val="00030716"/>
    <w:rsid w:val="00040E48"/>
    <w:rsid w:val="00047223"/>
    <w:rsid w:val="00054ACE"/>
    <w:rsid w:val="00056A2A"/>
    <w:rsid w:val="000B1F93"/>
    <w:rsid w:val="000B4DD7"/>
    <w:rsid w:val="000C0E4B"/>
    <w:rsid w:val="000D59D6"/>
    <w:rsid w:val="000E0A9E"/>
    <w:rsid w:val="000F218C"/>
    <w:rsid w:val="001028FE"/>
    <w:rsid w:val="001057D3"/>
    <w:rsid w:val="00105E69"/>
    <w:rsid w:val="001274BB"/>
    <w:rsid w:val="00130835"/>
    <w:rsid w:val="00142872"/>
    <w:rsid w:val="00144E9D"/>
    <w:rsid w:val="00147FA8"/>
    <w:rsid w:val="00177223"/>
    <w:rsid w:val="001C20E8"/>
    <w:rsid w:val="001E1CD9"/>
    <w:rsid w:val="001E4665"/>
    <w:rsid w:val="001F0BC5"/>
    <w:rsid w:val="0020494B"/>
    <w:rsid w:val="002122F0"/>
    <w:rsid w:val="00231CD2"/>
    <w:rsid w:val="002342C6"/>
    <w:rsid w:val="00240294"/>
    <w:rsid w:val="002665F5"/>
    <w:rsid w:val="00277A05"/>
    <w:rsid w:val="0028632F"/>
    <w:rsid w:val="002A5476"/>
    <w:rsid w:val="002C7A70"/>
    <w:rsid w:val="002D4E3E"/>
    <w:rsid w:val="002D7B42"/>
    <w:rsid w:val="002F4D30"/>
    <w:rsid w:val="0030598B"/>
    <w:rsid w:val="00320FE3"/>
    <w:rsid w:val="003320FD"/>
    <w:rsid w:val="003629DC"/>
    <w:rsid w:val="003823C6"/>
    <w:rsid w:val="00394AA3"/>
    <w:rsid w:val="003A060F"/>
    <w:rsid w:val="003A4429"/>
    <w:rsid w:val="003B11C0"/>
    <w:rsid w:val="003E1EE7"/>
    <w:rsid w:val="003F23A4"/>
    <w:rsid w:val="004031A5"/>
    <w:rsid w:val="004240B2"/>
    <w:rsid w:val="00437293"/>
    <w:rsid w:val="00460331"/>
    <w:rsid w:val="00466095"/>
    <w:rsid w:val="00470BBE"/>
    <w:rsid w:val="004764B6"/>
    <w:rsid w:val="00481FD5"/>
    <w:rsid w:val="00494343"/>
    <w:rsid w:val="004958F7"/>
    <w:rsid w:val="004E4A76"/>
    <w:rsid w:val="004F272C"/>
    <w:rsid w:val="004F5978"/>
    <w:rsid w:val="00502C6B"/>
    <w:rsid w:val="0050301D"/>
    <w:rsid w:val="005112DC"/>
    <w:rsid w:val="00521D5C"/>
    <w:rsid w:val="00532C8F"/>
    <w:rsid w:val="005335D4"/>
    <w:rsid w:val="00535390"/>
    <w:rsid w:val="005433E1"/>
    <w:rsid w:val="00555B93"/>
    <w:rsid w:val="0055733C"/>
    <w:rsid w:val="00561E5C"/>
    <w:rsid w:val="005726E2"/>
    <w:rsid w:val="0058250A"/>
    <w:rsid w:val="00585F24"/>
    <w:rsid w:val="005B00BD"/>
    <w:rsid w:val="005C27FF"/>
    <w:rsid w:val="005D2438"/>
    <w:rsid w:val="005D2F0F"/>
    <w:rsid w:val="005E663B"/>
    <w:rsid w:val="006048C5"/>
    <w:rsid w:val="0061097D"/>
    <w:rsid w:val="00617915"/>
    <w:rsid w:val="00632674"/>
    <w:rsid w:val="0063601E"/>
    <w:rsid w:val="0064050B"/>
    <w:rsid w:val="00657A60"/>
    <w:rsid w:val="00664C1D"/>
    <w:rsid w:val="006664F2"/>
    <w:rsid w:val="006667F5"/>
    <w:rsid w:val="006A44EB"/>
    <w:rsid w:val="006B3BBB"/>
    <w:rsid w:val="006B3D60"/>
    <w:rsid w:val="006C5117"/>
    <w:rsid w:val="006C57F5"/>
    <w:rsid w:val="006D0718"/>
    <w:rsid w:val="006F2D49"/>
    <w:rsid w:val="007200C5"/>
    <w:rsid w:val="00725609"/>
    <w:rsid w:val="00727784"/>
    <w:rsid w:val="00737BBC"/>
    <w:rsid w:val="00774F08"/>
    <w:rsid w:val="0077738E"/>
    <w:rsid w:val="007855A7"/>
    <w:rsid w:val="007917E4"/>
    <w:rsid w:val="007948E1"/>
    <w:rsid w:val="007B2038"/>
    <w:rsid w:val="007B6C32"/>
    <w:rsid w:val="007C2822"/>
    <w:rsid w:val="007C327B"/>
    <w:rsid w:val="007C3F70"/>
    <w:rsid w:val="007D62D6"/>
    <w:rsid w:val="007E18EE"/>
    <w:rsid w:val="007F088C"/>
    <w:rsid w:val="007F0EE1"/>
    <w:rsid w:val="00801C53"/>
    <w:rsid w:val="00802374"/>
    <w:rsid w:val="008219E9"/>
    <w:rsid w:val="00824A41"/>
    <w:rsid w:val="00852CC2"/>
    <w:rsid w:val="008565FA"/>
    <w:rsid w:val="008767A7"/>
    <w:rsid w:val="008767B8"/>
    <w:rsid w:val="00890769"/>
    <w:rsid w:val="00895D8C"/>
    <w:rsid w:val="0089623E"/>
    <w:rsid w:val="008B3097"/>
    <w:rsid w:val="008D395D"/>
    <w:rsid w:val="008D6D95"/>
    <w:rsid w:val="008E6A84"/>
    <w:rsid w:val="008F62CF"/>
    <w:rsid w:val="009233C0"/>
    <w:rsid w:val="009377D1"/>
    <w:rsid w:val="009410EA"/>
    <w:rsid w:val="00942AE4"/>
    <w:rsid w:val="00956EB5"/>
    <w:rsid w:val="009634F4"/>
    <w:rsid w:val="00992395"/>
    <w:rsid w:val="009E286A"/>
    <w:rsid w:val="009F6981"/>
    <w:rsid w:val="00A00438"/>
    <w:rsid w:val="00A020A4"/>
    <w:rsid w:val="00A10F10"/>
    <w:rsid w:val="00A173C7"/>
    <w:rsid w:val="00A45912"/>
    <w:rsid w:val="00A64EE7"/>
    <w:rsid w:val="00A650FA"/>
    <w:rsid w:val="00A7186C"/>
    <w:rsid w:val="00A71CAD"/>
    <w:rsid w:val="00A77707"/>
    <w:rsid w:val="00A84E04"/>
    <w:rsid w:val="00A91722"/>
    <w:rsid w:val="00A967B1"/>
    <w:rsid w:val="00AA3837"/>
    <w:rsid w:val="00AA6BB7"/>
    <w:rsid w:val="00AB3F9D"/>
    <w:rsid w:val="00AB72C9"/>
    <w:rsid w:val="00AC3051"/>
    <w:rsid w:val="00AD0596"/>
    <w:rsid w:val="00AE0B60"/>
    <w:rsid w:val="00B467F9"/>
    <w:rsid w:val="00B527F8"/>
    <w:rsid w:val="00B554A8"/>
    <w:rsid w:val="00B633AF"/>
    <w:rsid w:val="00B675AA"/>
    <w:rsid w:val="00B761EF"/>
    <w:rsid w:val="00BB6F9A"/>
    <w:rsid w:val="00BC273F"/>
    <w:rsid w:val="00BC6B36"/>
    <w:rsid w:val="00BD4B94"/>
    <w:rsid w:val="00BD7C65"/>
    <w:rsid w:val="00BE6AA7"/>
    <w:rsid w:val="00BF5922"/>
    <w:rsid w:val="00C02401"/>
    <w:rsid w:val="00C027D9"/>
    <w:rsid w:val="00C02FA8"/>
    <w:rsid w:val="00C12D7D"/>
    <w:rsid w:val="00C5421F"/>
    <w:rsid w:val="00C65CDB"/>
    <w:rsid w:val="00C706FD"/>
    <w:rsid w:val="00C72BDC"/>
    <w:rsid w:val="00C73D2E"/>
    <w:rsid w:val="00C748D0"/>
    <w:rsid w:val="00C76026"/>
    <w:rsid w:val="00C808CE"/>
    <w:rsid w:val="00CC33C8"/>
    <w:rsid w:val="00CD2030"/>
    <w:rsid w:val="00CD6F8F"/>
    <w:rsid w:val="00CD7838"/>
    <w:rsid w:val="00CE2148"/>
    <w:rsid w:val="00CE2655"/>
    <w:rsid w:val="00CE66EB"/>
    <w:rsid w:val="00CE6844"/>
    <w:rsid w:val="00CF03F7"/>
    <w:rsid w:val="00CF4130"/>
    <w:rsid w:val="00D21ED2"/>
    <w:rsid w:val="00D26E7C"/>
    <w:rsid w:val="00D358C6"/>
    <w:rsid w:val="00D54827"/>
    <w:rsid w:val="00D733F5"/>
    <w:rsid w:val="00D83103"/>
    <w:rsid w:val="00DA0604"/>
    <w:rsid w:val="00DB3642"/>
    <w:rsid w:val="00DC23FD"/>
    <w:rsid w:val="00DD3281"/>
    <w:rsid w:val="00DE42C8"/>
    <w:rsid w:val="00DF133F"/>
    <w:rsid w:val="00DF37A9"/>
    <w:rsid w:val="00DF7C83"/>
    <w:rsid w:val="00E12710"/>
    <w:rsid w:val="00E31AD3"/>
    <w:rsid w:val="00E412BA"/>
    <w:rsid w:val="00E5566B"/>
    <w:rsid w:val="00E735DA"/>
    <w:rsid w:val="00EB7F48"/>
    <w:rsid w:val="00ED5410"/>
    <w:rsid w:val="00F11D00"/>
    <w:rsid w:val="00F16FE4"/>
    <w:rsid w:val="00F44044"/>
    <w:rsid w:val="00F473A5"/>
    <w:rsid w:val="00F501E7"/>
    <w:rsid w:val="00F51B45"/>
    <w:rsid w:val="00F72227"/>
    <w:rsid w:val="00F763C7"/>
    <w:rsid w:val="00F856EF"/>
    <w:rsid w:val="00F91015"/>
    <w:rsid w:val="00FA54D7"/>
    <w:rsid w:val="00FB3DFC"/>
    <w:rsid w:val="00FB4E87"/>
    <w:rsid w:val="00FC137B"/>
    <w:rsid w:val="00FC66E9"/>
    <w:rsid w:val="00FF08C1"/>
    <w:rsid w:val="00FF2DC0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82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9F69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9F6981"/>
    <w:rPr>
      <w:rFonts w:ascii="Times New Roman" w:hAnsi="Times New Roman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555B93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30">
    <w:name w:val="Основной текст 3 Знак"/>
    <w:link w:val="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a8">
    <w:name w:val="Normal (Web)"/>
    <w:basedOn w:val="a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link w:val="a9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ad">
    <w:name w:val="Emphasis"/>
    <w:uiPriority w:val="99"/>
    <w:qFormat/>
    <w:rsid w:val="00802374"/>
    <w:rPr>
      <w:rFonts w:cs="Times New Roman"/>
      <w:i/>
      <w:iCs/>
    </w:rPr>
  </w:style>
  <w:style w:type="character" w:styleId="ae">
    <w:name w:val="Strong"/>
    <w:uiPriority w:val="99"/>
    <w:qFormat/>
    <w:rsid w:val="0080237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381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50</cp:revision>
  <cp:lastPrinted>2022-05-04T11:44:00Z</cp:lastPrinted>
  <dcterms:created xsi:type="dcterms:W3CDTF">2014-08-04T12:54:00Z</dcterms:created>
  <dcterms:modified xsi:type="dcterms:W3CDTF">2022-05-04T14:12:00Z</dcterms:modified>
</cp:coreProperties>
</file>